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FF08C" w14:textId="77777777" w:rsidR="008E74ED" w:rsidRDefault="003065A7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</w:rPr>
        <w:t>Seite 1</w:t>
      </w:r>
      <w:r w:rsidR="005A1E0A" w:rsidRPr="00D00396">
        <w:rPr>
          <w:rFonts w:ascii="Arial" w:hAnsi="Arial" w:cs="Arial"/>
        </w:rPr>
        <w:t>/</w:t>
      </w:r>
      <w:r w:rsidR="001A23F0">
        <w:rPr>
          <w:rFonts w:ascii="Arial" w:hAnsi="Arial" w:cs="Arial"/>
        </w:rPr>
        <w:t>3</w:t>
      </w:r>
    </w:p>
    <w:p w14:paraId="2DEC0A8B" w14:textId="77777777" w:rsidR="00862A0C" w:rsidRDefault="00D17E6F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2561C2" wp14:editId="30242DE3">
                <wp:simplePos x="0" y="0"/>
                <wp:positionH relativeFrom="column">
                  <wp:posOffset>5329555</wp:posOffset>
                </wp:positionH>
                <wp:positionV relativeFrom="paragraph">
                  <wp:posOffset>317500</wp:posOffset>
                </wp:positionV>
                <wp:extent cx="1236345" cy="199707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199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7837D" w14:textId="77777777"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Kontakt</w:t>
                            </w:r>
                          </w:p>
                          <w:p w14:paraId="4ACC2A73" w14:textId="77777777" w:rsidR="001A2096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ABUS Security-Center </w:t>
                            </w:r>
                          </w:p>
                          <w:p w14:paraId="15856807" w14:textId="77777777" w:rsidR="001A2096" w:rsidRPr="00CF6DD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GmbH &amp; Co. </w:t>
                            </w:r>
                            <w:r w:rsidRPr="00CF6DD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KG</w:t>
                            </w:r>
                          </w:p>
                          <w:p w14:paraId="39F49DC0" w14:textId="77777777" w:rsidR="001A2096" w:rsidRPr="00BF7E1E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BF7E1E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Florian Lauw</w:t>
                            </w:r>
                          </w:p>
                          <w:p w14:paraId="785493FB" w14:textId="77777777"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Public Relations</w:t>
                            </w:r>
                          </w:p>
                          <w:p w14:paraId="5FBDFE17" w14:textId="77777777"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+49 82 07 959 90-</w:t>
                            </w:r>
                            <w:r w:rsidR="001218E7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</w:p>
                          <w:p w14:paraId="16C9A694" w14:textId="77777777" w:rsidR="001A2096" w:rsidRPr="004E5C00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4E5C00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presse@abus-sc.com</w:t>
                            </w:r>
                          </w:p>
                          <w:p w14:paraId="510836A9" w14:textId="77777777"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Linker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Kreuthweg</w:t>
                            </w:r>
                            <w:proofErr w:type="spellEnd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 5</w:t>
                            </w:r>
                          </w:p>
                          <w:p w14:paraId="4325C264" w14:textId="77777777"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86444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Affing</w:t>
                            </w:r>
                            <w:proofErr w:type="spellEnd"/>
                          </w:p>
                          <w:p w14:paraId="1A9F5DBB" w14:textId="77777777"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Germany</w:t>
                            </w:r>
                          </w:p>
                          <w:p w14:paraId="6EDB9BE2" w14:textId="77777777" w:rsidR="001A2096" w:rsidRPr="00D13E94" w:rsidRDefault="001A2096" w:rsidP="00D13E9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www.abus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B1D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65pt;margin-top:25pt;width:97.35pt;height:15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ajsQIAALc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" filled="f" stroked="f" strokeweight="0">
                <v:textbox>
                  <w:txbxContent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  <w:t>Kontakt</w:t>
                      </w:r>
                    </w:p>
                    <w:p w:rsidR="001A2096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ABUS Security-Center </w:t>
                      </w:r>
                    </w:p>
                    <w:p w:rsidR="001A2096" w:rsidRPr="00CF6DD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GmbH &amp; Co. </w:t>
                      </w:r>
                      <w:r w:rsidRPr="00CF6DD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KG</w:t>
                      </w:r>
                    </w:p>
                    <w:p w:rsidR="001A2096" w:rsidRPr="00BF7E1E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BF7E1E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Florian Lauw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Public Relations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+49 82 07 959 90-</w:t>
                      </w:r>
                      <w:r w:rsidR="001218E7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0</w:t>
                      </w:r>
                    </w:p>
                    <w:p w:rsidR="001A2096" w:rsidRPr="001218E7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1218E7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presse@abus-sc.com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Linker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Kreuthweg</w:t>
                      </w:r>
                      <w:proofErr w:type="spellEnd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 5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86444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Affing</w:t>
                      </w:r>
                      <w:proofErr w:type="spellEnd"/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Germany</w:t>
                      </w:r>
                    </w:p>
                    <w:p w:rsidR="001A2096" w:rsidRPr="00D13E94" w:rsidRDefault="001A2096" w:rsidP="00D13E9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www.abus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35D4E9C" w14:textId="77777777" w:rsidR="003065A7" w:rsidRDefault="0043544D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In Sicherheit feiern</w:t>
      </w:r>
      <w:r w:rsidR="005267D5">
        <w:rPr>
          <w:rFonts w:ascii="Arial" w:hAnsi="Arial" w:cs="Arial"/>
          <w:b/>
          <w:bCs/>
          <w:sz w:val="28"/>
          <w:szCs w:val="28"/>
        </w:rPr>
        <w:t xml:space="preserve"> </w:t>
      </w:r>
      <w:r w:rsidR="001D37BB">
        <w:rPr>
          <w:rFonts w:ascii="Arial" w:hAnsi="Arial" w:cs="Arial"/>
          <w:b/>
          <w:bCs/>
          <w:sz w:val="28"/>
          <w:szCs w:val="28"/>
        </w:rPr>
        <w:t>–</w:t>
      </w:r>
      <w:r w:rsidR="004E5854">
        <w:rPr>
          <w:rFonts w:ascii="Arial" w:hAnsi="Arial" w:cs="Arial"/>
          <w:b/>
          <w:bCs/>
          <w:sz w:val="28"/>
          <w:szCs w:val="28"/>
        </w:rPr>
        <w:t xml:space="preserve"> ABUS Videoüberwachung</w:t>
      </w:r>
      <w:r w:rsidR="009463F6">
        <w:rPr>
          <w:rFonts w:ascii="Arial" w:hAnsi="Arial" w:cs="Arial"/>
          <w:b/>
          <w:bCs/>
          <w:sz w:val="28"/>
          <w:szCs w:val="28"/>
        </w:rPr>
        <w:t xml:space="preserve"> auf dem </w:t>
      </w:r>
      <w:proofErr w:type="spellStart"/>
      <w:r w:rsidR="009463F6">
        <w:rPr>
          <w:rFonts w:ascii="Arial" w:hAnsi="Arial" w:cs="Arial"/>
          <w:b/>
          <w:bCs/>
          <w:sz w:val="28"/>
          <w:szCs w:val="28"/>
        </w:rPr>
        <w:t>Electrisize</w:t>
      </w:r>
      <w:proofErr w:type="spellEnd"/>
      <w:r w:rsidR="009463F6">
        <w:rPr>
          <w:rFonts w:ascii="Arial" w:hAnsi="Arial" w:cs="Arial"/>
          <w:b/>
          <w:bCs/>
          <w:sz w:val="28"/>
          <w:szCs w:val="28"/>
        </w:rPr>
        <w:t xml:space="preserve"> Festival </w:t>
      </w:r>
    </w:p>
    <w:p w14:paraId="3D9DA7E4" w14:textId="46DFC754" w:rsidR="003065A7" w:rsidRPr="003065A7" w:rsidRDefault="009468E6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Vorfälle </w:t>
      </w:r>
      <w:r w:rsidR="00D279A9">
        <w:rPr>
          <w:rFonts w:ascii="Arial" w:hAnsi="Arial" w:cs="Arial"/>
          <w:b/>
          <w:sz w:val="20"/>
          <w:szCs w:val="20"/>
        </w:rPr>
        <w:t xml:space="preserve">bei </w:t>
      </w:r>
      <w:r>
        <w:rPr>
          <w:rFonts w:ascii="Arial" w:hAnsi="Arial" w:cs="Arial"/>
          <w:b/>
          <w:sz w:val="20"/>
          <w:szCs w:val="20"/>
        </w:rPr>
        <w:t>internationalen Musikfestivals wie</w:t>
      </w:r>
      <w:r w:rsidR="00D279A9">
        <w:rPr>
          <w:rFonts w:ascii="Arial" w:hAnsi="Arial" w:cs="Arial"/>
          <w:b/>
          <w:sz w:val="20"/>
          <w:szCs w:val="20"/>
        </w:rPr>
        <w:t xml:space="preserve"> in Paris oder Manchester ha</w:t>
      </w:r>
      <w:r w:rsidR="001E3B52">
        <w:rPr>
          <w:rFonts w:ascii="Arial" w:hAnsi="Arial" w:cs="Arial"/>
          <w:b/>
          <w:sz w:val="20"/>
          <w:szCs w:val="20"/>
        </w:rPr>
        <w:t xml:space="preserve">ben gezeigt, dass bedenkenloser Konzertgenuss </w:t>
      </w:r>
      <w:r w:rsidR="00D279A9">
        <w:rPr>
          <w:rFonts w:ascii="Arial" w:hAnsi="Arial" w:cs="Arial"/>
          <w:b/>
          <w:sz w:val="20"/>
          <w:szCs w:val="20"/>
        </w:rPr>
        <w:t>leider der Vergangenheit angehört</w:t>
      </w:r>
      <w:r w:rsidR="006B7131">
        <w:rPr>
          <w:rFonts w:ascii="Arial" w:hAnsi="Arial" w:cs="Arial"/>
          <w:b/>
          <w:sz w:val="20"/>
          <w:szCs w:val="20"/>
        </w:rPr>
        <w:t>.</w:t>
      </w:r>
      <w:r w:rsidR="004E5854">
        <w:rPr>
          <w:rFonts w:ascii="Arial" w:hAnsi="Arial" w:cs="Arial"/>
          <w:b/>
          <w:sz w:val="20"/>
          <w:szCs w:val="20"/>
        </w:rPr>
        <w:t xml:space="preserve"> Großveranstalter </w:t>
      </w:r>
      <w:r w:rsidR="006B7131">
        <w:rPr>
          <w:rFonts w:ascii="Arial" w:hAnsi="Arial" w:cs="Arial"/>
          <w:b/>
          <w:sz w:val="20"/>
          <w:szCs w:val="20"/>
        </w:rPr>
        <w:t>sind daher</w:t>
      </w:r>
      <w:r w:rsidR="001B1491">
        <w:rPr>
          <w:rFonts w:ascii="Arial" w:hAnsi="Arial" w:cs="Arial"/>
          <w:b/>
          <w:sz w:val="20"/>
          <w:szCs w:val="20"/>
        </w:rPr>
        <w:t xml:space="preserve"> </w:t>
      </w:r>
      <w:r w:rsidR="004E5854">
        <w:rPr>
          <w:rFonts w:ascii="Arial" w:hAnsi="Arial" w:cs="Arial"/>
          <w:b/>
          <w:sz w:val="20"/>
          <w:szCs w:val="20"/>
        </w:rPr>
        <w:t xml:space="preserve">angehalten, ihren Besuchern die </w:t>
      </w:r>
      <w:r>
        <w:rPr>
          <w:rFonts w:ascii="Arial" w:hAnsi="Arial" w:cs="Arial"/>
          <w:b/>
          <w:sz w:val="20"/>
          <w:szCs w:val="20"/>
        </w:rPr>
        <w:t>bestmögliche</w:t>
      </w:r>
      <w:r w:rsidR="004E5854">
        <w:rPr>
          <w:rFonts w:ascii="Arial" w:hAnsi="Arial" w:cs="Arial"/>
          <w:b/>
          <w:sz w:val="20"/>
          <w:szCs w:val="20"/>
        </w:rPr>
        <w:t xml:space="preserve"> Sicherheit zu </w:t>
      </w:r>
      <w:r w:rsidR="008F4D07">
        <w:rPr>
          <w:rFonts w:ascii="Arial" w:hAnsi="Arial" w:cs="Arial"/>
          <w:b/>
          <w:sz w:val="20"/>
          <w:szCs w:val="20"/>
        </w:rPr>
        <w:t>gewährlei</w:t>
      </w:r>
      <w:bookmarkStart w:id="0" w:name="_GoBack"/>
      <w:bookmarkEnd w:id="0"/>
      <w:r w:rsidR="008F4D07">
        <w:rPr>
          <w:rFonts w:ascii="Arial" w:hAnsi="Arial" w:cs="Arial"/>
          <w:b/>
          <w:sz w:val="20"/>
          <w:szCs w:val="20"/>
        </w:rPr>
        <w:t>sten. Um ausgelassenes Feiern zu ermöglichen</w:t>
      </w:r>
      <w:r w:rsidR="001D37BB">
        <w:rPr>
          <w:rFonts w:ascii="Arial" w:hAnsi="Arial" w:cs="Arial"/>
          <w:b/>
          <w:sz w:val="20"/>
          <w:szCs w:val="20"/>
        </w:rPr>
        <w:t>,</w:t>
      </w:r>
      <w:r w:rsidR="008F4D07">
        <w:rPr>
          <w:rFonts w:ascii="Arial" w:hAnsi="Arial" w:cs="Arial"/>
          <w:b/>
          <w:sz w:val="20"/>
          <w:szCs w:val="20"/>
        </w:rPr>
        <w:t xml:space="preserve"> </w:t>
      </w:r>
      <w:r w:rsidR="009F5D81">
        <w:rPr>
          <w:rFonts w:ascii="Arial" w:hAnsi="Arial" w:cs="Arial"/>
          <w:b/>
          <w:sz w:val="20"/>
          <w:szCs w:val="20"/>
        </w:rPr>
        <w:t>müssen</w:t>
      </w:r>
      <w:r w:rsidR="006B7131">
        <w:rPr>
          <w:rFonts w:ascii="Arial" w:hAnsi="Arial" w:cs="Arial"/>
          <w:b/>
          <w:sz w:val="20"/>
          <w:szCs w:val="20"/>
        </w:rPr>
        <w:t xml:space="preserve"> </w:t>
      </w:r>
      <w:r w:rsidR="008F4D07">
        <w:rPr>
          <w:rFonts w:ascii="Arial" w:hAnsi="Arial" w:cs="Arial"/>
          <w:b/>
          <w:sz w:val="20"/>
          <w:szCs w:val="20"/>
        </w:rPr>
        <w:t>Sicherheitstechnik</w:t>
      </w:r>
      <w:r>
        <w:rPr>
          <w:rFonts w:ascii="Arial" w:hAnsi="Arial" w:cs="Arial"/>
          <w:b/>
          <w:sz w:val="20"/>
          <w:szCs w:val="20"/>
        </w:rPr>
        <w:t xml:space="preserve"> und </w:t>
      </w:r>
      <w:r w:rsidR="00A76547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-</w:t>
      </w:r>
      <w:r w:rsidR="009F5D81">
        <w:rPr>
          <w:rFonts w:ascii="Arial" w:hAnsi="Arial" w:cs="Arial"/>
          <w:b/>
          <w:sz w:val="20"/>
          <w:szCs w:val="20"/>
        </w:rPr>
        <w:t>dienste</w:t>
      </w:r>
      <w:r w:rsidR="001D37BB">
        <w:rPr>
          <w:rFonts w:ascii="Arial" w:hAnsi="Arial" w:cs="Arial"/>
          <w:b/>
          <w:sz w:val="20"/>
          <w:szCs w:val="20"/>
        </w:rPr>
        <w:t xml:space="preserve"> dabei</w:t>
      </w:r>
      <w:r w:rsidR="008F4D07">
        <w:rPr>
          <w:rFonts w:ascii="Arial" w:hAnsi="Arial" w:cs="Arial"/>
          <w:b/>
          <w:sz w:val="20"/>
          <w:szCs w:val="20"/>
        </w:rPr>
        <w:t xml:space="preserve"> </w:t>
      </w:r>
      <w:r w:rsidR="001D37BB">
        <w:rPr>
          <w:rFonts w:ascii="Arial" w:hAnsi="Arial" w:cs="Arial"/>
          <w:b/>
          <w:sz w:val="20"/>
          <w:szCs w:val="20"/>
        </w:rPr>
        <w:t xml:space="preserve">umso effektiver </w:t>
      </w:r>
      <w:r w:rsidR="009463F6">
        <w:rPr>
          <w:rFonts w:ascii="Arial" w:hAnsi="Arial" w:cs="Arial"/>
          <w:b/>
          <w:sz w:val="20"/>
          <w:szCs w:val="20"/>
        </w:rPr>
        <w:t>ineinandergreifen</w:t>
      </w:r>
      <w:r w:rsidR="001D37BB">
        <w:rPr>
          <w:rFonts w:ascii="Arial" w:hAnsi="Arial" w:cs="Arial"/>
          <w:b/>
          <w:sz w:val="20"/>
          <w:szCs w:val="20"/>
        </w:rPr>
        <w:t xml:space="preserve">. Die </w:t>
      </w:r>
      <w:r w:rsidR="008F4D07">
        <w:rPr>
          <w:rFonts w:ascii="Arial" w:hAnsi="Arial" w:cs="Arial"/>
          <w:b/>
          <w:sz w:val="20"/>
          <w:szCs w:val="20"/>
        </w:rPr>
        <w:t xml:space="preserve">Veranstalter des </w:t>
      </w:r>
      <w:proofErr w:type="spellStart"/>
      <w:r w:rsidR="008F4D07">
        <w:rPr>
          <w:rFonts w:ascii="Arial" w:hAnsi="Arial" w:cs="Arial"/>
          <w:b/>
          <w:sz w:val="20"/>
          <w:szCs w:val="20"/>
        </w:rPr>
        <w:t>Electr</w:t>
      </w:r>
      <w:r w:rsidR="001D37BB">
        <w:rPr>
          <w:rFonts w:ascii="Arial" w:hAnsi="Arial" w:cs="Arial"/>
          <w:b/>
          <w:sz w:val="20"/>
          <w:szCs w:val="20"/>
        </w:rPr>
        <w:t>is</w:t>
      </w:r>
      <w:r w:rsidR="008276B1">
        <w:rPr>
          <w:rFonts w:ascii="Arial" w:hAnsi="Arial" w:cs="Arial"/>
          <w:b/>
          <w:sz w:val="20"/>
          <w:szCs w:val="20"/>
        </w:rPr>
        <w:t>ize</w:t>
      </w:r>
      <w:proofErr w:type="spellEnd"/>
      <w:r w:rsidR="008276B1">
        <w:rPr>
          <w:rFonts w:ascii="Arial" w:hAnsi="Arial" w:cs="Arial"/>
          <w:b/>
          <w:sz w:val="20"/>
          <w:szCs w:val="20"/>
        </w:rPr>
        <w:t xml:space="preserve"> </w:t>
      </w:r>
      <w:r w:rsidR="008F4D07">
        <w:rPr>
          <w:rFonts w:ascii="Arial" w:hAnsi="Arial" w:cs="Arial"/>
          <w:b/>
          <w:sz w:val="20"/>
          <w:szCs w:val="20"/>
        </w:rPr>
        <w:t xml:space="preserve">Festivals in Erkelenz, einem der größten Elektrofestivals in </w:t>
      </w:r>
      <w:r w:rsidR="00FB438C">
        <w:rPr>
          <w:rFonts w:ascii="Arial" w:hAnsi="Arial" w:cs="Arial"/>
          <w:b/>
          <w:sz w:val="20"/>
          <w:szCs w:val="20"/>
        </w:rPr>
        <w:t>der Region</w:t>
      </w:r>
      <w:r w:rsidR="00717AC9">
        <w:rPr>
          <w:rFonts w:ascii="Arial" w:hAnsi="Arial" w:cs="Arial"/>
          <w:b/>
          <w:sz w:val="20"/>
          <w:szCs w:val="20"/>
        </w:rPr>
        <w:t xml:space="preserve"> Nordrhein-Westfalen</w:t>
      </w:r>
      <w:r w:rsidR="001D37BB">
        <w:rPr>
          <w:rFonts w:ascii="Arial" w:hAnsi="Arial" w:cs="Arial"/>
          <w:b/>
          <w:sz w:val="20"/>
          <w:szCs w:val="20"/>
        </w:rPr>
        <w:t>,</w:t>
      </w:r>
      <w:r w:rsidR="00FB438C">
        <w:rPr>
          <w:rFonts w:ascii="Arial" w:hAnsi="Arial" w:cs="Arial"/>
          <w:b/>
          <w:sz w:val="20"/>
          <w:szCs w:val="20"/>
        </w:rPr>
        <w:t xml:space="preserve"> </w:t>
      </w:r>
      <w:r w:rsidR="00957DA1">
        <w:rPr>
          <w:rFonts w:ascii="Arial" w:hAnsi="Arial" w:cs="Arial"/>
          <w:b/>
          <w:sz w:val="20"/>
          <w:szCs w:val="20"/>
        </w:rPr>
        <w:t xml:space="preserve">verlassen sich </w:t>
      </w:r>
      <w:r w:rsidR="009F5D81">
        <w:rPr>
          <w:rFonts w:ascii="Arial" w:hAnsi="Arial" w:cs="Arial"/>
          <w:b/>
          <w:sz w:val="20"/>
          <w:szCs w:val="20"/>
        </w:rPr>
        <w:t>daher</w:t>
      </w:r>
      <w:r>
        <w:rPr>
          <w:rFonts w:ascii="Arial" w:hAnsi="Arial" w:cs="Arial"/>
          <w:b/>
          <w:sz w:val="20"/>
          <w:szCs w:val="20"/>
        </w:rPr>
        <w:t xml:space="preserve"> auf ABUS </w:t>
      </w:r>
      <w:r w:rsidR="00957DA1">
        <w:rPr>
          <w:rFonts w:ascii="Arial" w:hAnsi="Arial" w:cs="Arial"/>
          <w:b/>
          <w:sz w:val="20"/>
          <w:szCs w:val="20"/>
        </w:rPr>
        <w:t>Videoüberwachung</w:t>
      </w:r>
      <w:r>
        <w:rPr>
          <w:rFonts w:ascii="Arial" w:hAnsi="Arial" w:cs="Arial"/>
          <w:b/>
          <w:sz w:val="20"/>
          <w:szCs w:val="20"/>
        </w:rPr>
        <w:t xml:space="preserve"> und geschultes Personal</w:t>
      </w:r>
      <w:r w:rsidR="00957DA1">
        <w:rPr>
          <w:rFonts w:ascii="Arial" w:hAnsi="Arial" w:cs="Arial"/>
          <w:b/>
          <w:sz w:val="20"/>
          <w:szCs w:val="20"/>
        </w:rPr>
        <w:t xml:space="preserve">, die </w:t>
      </w:r>
      <w:r>
        <w:rPr>
          <w:rFonts w:ascii="Arial" w:hAnsi="Arial" w:cs="Arial"/>
          <w:b/>
          <w:sz w:val="20"/>
          <w:szCs w:val="20"/>
        </w:rPr>
        <w:t xml:space="preserve">gemeinsam </w:t>
      </w:r>
      <w:r w:rsidR="00957DA1">
        <w:rPr>
          <w:rFonts w:ascii="Arial" w:hAnsi="Arial" w:cs="Arial"/>
          <w:b/>
          <w:sz w:val="20"/>
          <w:szCs w:val="20"/>
        </w:rPr>
        <w:t xml:space="preserve">eine </w:t>
      </w:r>
      <w:r w:rsidR="001D37BB">
        <w:rPr>
          <w:rFonts w:ascii="Arial" w:hAnsi="Arial" w:cs="Arial"/>
          <w:b/>
          <w:sz w:val="20"/>
          <w:szCs w:val="20"/>
        </w:rPr>
        <w:t>24/7-</w:t>
      </w:r>
      <w:r w:rsidR="00957DA1">
        <w:rPr>
          <w:rFonts w:ascii="Arial" w:hAnsi="Arial" w:cs="Arial"/>
          <w:b/>
          <w:sz w:val="20"/>
          <w:szCs w:val="20"/>
        </w:rPr>
        <w:t xml:space="preserve">Rundumabsicherung der Besucher </w:t>
      </w:r>
      <w:r>
        <w:rPr>
          <w:rFonts w:ascii="Arial" w:hAnsi="Arial" w:cs="Arial"/>
          <w:b/>
          <w:sz w:val="20"/>
          <w:szCs w:val="20"/>
        </w:rPr>
        <w:t>ermöglichen</w:t>
      </w:r>
      <w:r w:rsidR="009463F6">
        <w:rPr>
          <w:rFonts w:ascii="Arial" w:hAnsi="Arial" w:cs="Arial"/>
          <w:b/>
          <w:sz w:val="20"/>
          <w:szCs w:val="20"/>
        </w:rPr>
        <w:t>. M</w:t>
      </w:r>
      <w:r w:rsidR="00957DA1">
        <w:rPr>
          <w:rFonts w:ascii="Arial" w:hAnsi="Arial" w:cs="Arial"/>
          <w:b/>
          <w:sz w:val="20"/>
          <w:szCs w:val="20"/>
        </w:rPr>
        <w:t xml:space="preserve">ithilfe </w:t>
      </w:r>
      <w:proofErr w:type="spellStart"/>
      <w:r w:rsidR="00E7775D">
        <w:rPr>
          <w:rFonts w:ascii="Arial" w:hAnsi="Arial" w:cs="Arial"/>
          <w:b/>
          <w:sz w:val="20"/>
          <w:szCs w:val="20"/>
        </w:rPr>
        <w:t xml:space="preserve">von </w:t>
      </w:r>
      <w:r w:rsidR="001E3B52">
        <w:rPr>
          <w:rFonts w:ascii="Arial" w:hAnsi="Arial" w:cs="Arial"/>
          <w:b/>
          <w:sz w:val="20"/>
          <w:szCs w:val="20"/>
        </w:rPr>
        <w:t>Außen</w:t>
      </w:r>
      <w:proofErr w:type="spellEnd"/>
      <w:r w:rsidR="00907C2D">
        <w:rPr>
          <w:rFonts w:ascii="Arial" w:hAnsi="Arial" w:cs="Arial"/>
          <w:b/>
          <w:sz w:val="20"/>
          <w:szCs w:val="20"/>
        </w:rPr>
        <w:t xml:space="preserve"> </w:t>
      </w:r>
      <w:r w:rsidR="00A76547">
        <w:rPr>
          <w:rFonts w:ascii="Arial" w:hAnsi="Arial" w:cs="Arial"/>
          <w:b/>
          <w:sz w:val="20"/>
          <w:szCs w:val="20"/>
        </w:rPr>
        <w:t xml:space="preserve">IP </w:t>
      </w:r>
      <w:proofErr w:type="spellStart"/>
      <w:r w:rsidR="00E7775D">
        <w:rPr>
          <w:rFonts w:ascii="Arial" w:hAnsi="Arial" w:cs="Arial"/>
          <w:b/>
          <w:sz w:val="20"/>
          <w:szCs w:val="20"/>
        </w:rPr>
        <w:t>Tubekameras</w:t>
      </w:r>
      <w:proofErr w:type="spellEnd"/>
      <w:r w:rsidR="00E7775D">
        <w:rPr>
          <w:rFonts w:ascii="Arial" w:hAnsi="Arial" w:cs="Arial"/>
          <w:b/>
          <w:sz w:val="20"/>
          <w:szCs w:val="20"/>
        </w:rPr>
        <w:t xml:space="preserve"> </w:t>
      </w:r>
      <w:r w:rsidR="009463F6">
        <w:rPr>
          <w:rFonts w:ascii="Arial" w:hAnsi="Arial" w:cs="Arial"/>
          <w:b/>
          <w:sz w:val="20"/>
          <w:szCs w:val="20"/>
        </w:rPr>
        <w:t xml:space="preserve">und </w:t>
      </w:r>
      <w:r w:rsidR="001E3B52">
        <w:rPr>
          <w:rFonts w:ascii="Arial" w:hAnsi="Arial" w:cs="Arial"/>
          <w:b/>
          <w:sz w:val="20"/>
          <w:szCs w:val="20"/>
        </w:rPr>
        <w:t xml:space="preserve">Außen </w:t>
      </w:r>
      <w:r w:rsidR="00A76547">
        <w:rPr>
          <w:rFonts w:ascii="Arial" w:hAnsi="Arial" w:cs="Arial"/>
          <w:b/>
          <w:sz w:val="20"/>
          <w:szCs w:val="20"/>
        </w:rPr>
        <w:t xml:space="preserve">IP </w:t>
      </w:r>
      <w:r w:rsidR="00907C2D">
        <w:rPr>
          <w:rFonts w:ascii="Arial" w:hAnsi="Arial" w:cs="Arial"/>
          <w:b/>
          <w:sz w:val="20"/>
          <w:szCs w:val="20"/>
        </w:rPr>
        <w:t xml:space="preserve">PTZ </w:t>
      </w:r>
      <w:proofErr w:type="spellStart"/>
      <w:r w:rsidR="00907C2D">
        <w:rPr>
          <w:rFonts w:ascii="Arial" w:hAnsi="Arial" w:cs="Arial"/>
          <w:b/>
          <w:sz w:val="20"/>
          <w:szCs w:val="20"/>
        </w:rPr>
        <w:t>Domekameras</w:t>
      </w:r>
      <w:proofErr w:type="spellEnd"/>
      <w:r w:rsidR="00957DA1">
        <w:rPr>
          <w:rFonts w:ascii="Arial" w:hAnsi="Arial" w:cs="Arial"/>
          <w:b/>
          <w:sz w:val="20"/>
          <w:szCs w:val="20"/>
        </w:rPr>
        <w:t>, die</w:t>
      </w:r>
      <w:r w:rsidR="00F017C8">
        <w:rPr>
          <w:rFonts w:ascii="Arial" w:hAnsi="Arial" w:cs="Arial"/>
          <w:b/>
          <w:sz w:val="20"/>
          <w:szCs w:val="20"/>
        </w:rPr>
        <w:t xml:space="preserve"> </w:t>
      </w:r>
      <w:r w:rsidR="001D37BB">
        <w:rPr>
          <w:rFonts w:ascii="Arial" w:hAnsi="Arial" w:cs="Arial"/>
          <w:b/>
          <w:sz w:val="20"/>
          <w:szCs w:val="20"/>
        </w:rPr>
        <w:t xml:space="preserve">auf einzelne </w:t>
      </w:r>
      <w:r w:rsidR="00E7775D">
        <w:rPr>
          <w:rFonts w:ascii="Arial" w:hAnsi="Arial" w:cs="Arial"/>
          <w:b/>
          <w:sz w:val="20"/>
          <w:szCs w:val="20"/>
        </w:rPr>
        <w:t>Personen</w:t>
      </w:r>
      <w:r w:rsidR="00957DA1">
        <w:rPr>
          <w:rFonts w:ascii="Arial" w:hAnsi="Arial" w:cs="Arial"/>
          <w:b/>
          <w:sz w:val="20"/>
          <w:szCs w:val="20"/>
        </w:rPr>
        <w:t xml:space="preserve"> heranzoomen können, </w:t>
      </w:r>
      <w:r w:rsidR="009463F6">
        <w:rPr>
          <w:rFonts w:ascii="Arial" w:hAnsi="Arial" w:cs="Arial"/>
          <w:b/>
          <w:sz w:val="20"/>
          <w:szCs w:val="20"/>
        </w:rPr>
        <w:t xml:space="preserve">wird </w:t>
      </w:r>
      <w:r w:rsidR="00E7775D">
        <w:rPr>
          <w:rFonts w:ascii="Arial" w:hAnsi="Arial" w:cs="Arial"/>
          <w:b/>
          <w:sz w:val="20"/>
          <w:szCs w:val="20"/>
        </w:rPr>
        <w:t>kriminelles</w:t>
      </w:r>
      <w:r w:rsidR="009463F6">
        <w:rPr>
          <w:rFonts w:ascii="Arial" w:hAnsi="Arial" w:cs="Arial"/>
          <w:b/>
          <w:sz w:val="20"/>
          <w:szCs w:val="20"/>
        </w:rPr>
        <w:t xml:space="preserve"> Verhalten</w:t>
      </w:r>
      <w:r w:rsidR="00957DA1">
        <w:rPr>
          <w:rFonts w:ascii="Arial" w:hAnsi="Arial" w:cs="Arial"/>
          <w:b/>
          <w:sz w:val="20"/>
          <w:szCs w:val="20"/>
        </w:rPr>
        <w:t xml:space="preserve"> </w:t>
      </w:r>
      <w:r w:rsidR="001D37BB">
        <w:rPr>
          <w:rFonts w:ascii="Arial" w:hAnsi="Arial" w:cs="Arial"/>
          <w:b/>
          <w:sz w:val="20"/>
          <w:szCs w:val="20"/>
        </w:rPr>
        <w:t>schnell entdeckt und effektiv</w:t>
      </w:r>
      <w:r w:rsidR="009463F6">
        <w:rPr>
          <w:rFonts w:ascii="Arial" w:hAnsi="Arial" w:cs="Arial"/>
          <w:b/>
          <w:sz w:val="20"/>
          <w:szCs w:val="20"/>
        </w:rPr>
        <w:t xml:space="preserve"> unterbunden</w:t>
      </w:r>
      <w:r w:rsidR="00957DA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Eine Videoaufzeichnung sorgt dafür, dass auch ungeklärte Fälle im Nachhinein aufgeklärt werden können.</w:t>
      </w:r>
      <w:r w:rsidR="000C12DB">
        <w:rPr>
          <w:rFonts w:ascii="Arial" w:hAnsi="Arial" w:cs="Arial"/>
          <w:b/>
          <w:sz w:val="20"/>
          <w:szCs w:val="20"/>
        </w:rPr>
        <w:t xml:space="preserve"> </w:t>
      </w:r>
    </w:p>
    <w:p w14:paraId="643E9AE9" w14:textId="03A12B19" w:rsidR="00983FA0" w:rsidRDefault="00411445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Bunt geschminkte</w:t>
      </w:r>
      <w:r w:rsidR="00B5275D">
        <w:rPr>
          <w:rFonts w:ascii="Arial" w:hAnsi="Arial" w:cs="Arial"/>
          <w:sz w:val="20"/>
          <w:szCs w:val="20"/>
        </w:rPr>
        <w:t xml:space="preserve"> Gesichter, </w:t>
      </w:r>
      <w:r w:rsidR="00E7775D">
        <w:rPr>
          <w:rFonts w:ascii="Arial" w:hAnsi="Arial" w:cs="Arial"/>
          <w:sz w:val="20"/>
          <w:szCs w:val="20"/>
        </w:rPr>
        <w:t xml:space="preserve">ausgefallene Kostüme </w:t>
      </w:r>
      <w:r w:rsidR="00B5275D">
        <w:rPr>
          <w:rFonts w:ascii="Arial" w:hAnsi="Arial" w:cs="Arial"/>
          <w:sz w:val="20"/>
          <w:szCs w:val="20"/>
        </w:rPr>
        <w:t>und eine un</w:t>
      </w:r>
      <w:r w:rsidR="00E7775D">
        <w:rPr>
          <w:rFonts w:ascii="Arial" w:hAnsi="Arial" w:cs="Arial"/>
          <w:sz w:val="20"/>
          <w:szCs w:val="20"/>
        </w:rPr>
        <w:t>bändige Feierlaune –</w:t>
      </w:r>
      <w:r w:rsidR="005267D5">
        <w:rPr>
          <w:rFonts w:ascii="Arial" w:hAnsi="Arial" w:cs="Arial"/>
          <w:sz w:val="20"/>
          <w:szCs w:val="20"/>
        </w:rPr>
        <w:t xml:space="preserve"> über 15</w:t>
      </w:r>
      <w:r w:rsidR="00F017C8">
        <w:rPr>
          <w:rFonts w:ascii="Arial" w:hAnsi="Arial" w:cs="Arial"/>
          <w:sz w:val="20"/>
          <w:szCs w:val="20"/>
        </w:rPr>
        <w:t>.</w:t>
      </w:r>
      <w:r w:rsidR="00E7775D">
        <w:rPr>
          <w:rFonts w:ascii="Arial" w:hAnsi="Arial" w:cs="Arial"/>
          <w:sz w:val="20"/>
          <w:szCs w:val="20"/>
        </w:rPr>
        <w:t>000</w:t>
      </w:r>
      <w:r w:rsidR="00B5275D">
        <w:rPr>
          <w:rFonts w:ascii="Arial" w:hAnsi="Arial" w:cs="Arial"/>
          <w:sz w:val="20"/>
          <w:szCs w:val="20"/>
        </w:rPr>
        <w:t xml:space="preserve"> Musikli</w:t>
      </w:r>
      <w:r w:rsidR="00F9595B">
        <w:rPr>
          <w:rFonts w:ascii="Arial" w:hAnsi="Arial" w:cs="Arial"/>
          <w:sz w:val="20"/>
          <w:szCs w:val="20"/>
        </w:rPr>
        <w:t xml:space="preserve">ebhaber begrüßt das </w:t>
      </w:r>
      <w:proofErr w:type="spellStart"/>
      <w:r w:rsidR="00F9595B">
        <w:rPr>
          <w:rFonts w:ascii="Arial" w:hAnsi="Arial" w:cs="Arial"/>
          <w:sz w:val="20"/>
          <w:szCs w:val="20"/>
        </w:rPr>
        <w:t>Electrisize</w:t>
      </w:r>
      <w:proofErr w:type="spellEnd"/>
      <w:r w:rsidR="00F9595B">
        <w:rPr>
          <w:rFonts w:ascii="Arial" w:hAnsi="Arial" w:cs="Arial"/>
          <w:sz w:val="20"/>
          <w:szCs w:val="20"/>
        </w:rPr>
        <w:t xml:space="preserve"> </w:t>
      </w:r>
      <w:r w:rsidR="00B5275D">
        <w:rPr>
          <w:rFonts w:ascii="Arial" w:hAnsi="Arial" w:cs="Arial"/>
          <w:sz w:val="20"/>
          <w:szCs w:val="20"/>
        </w:rPr>
        <w:t xml:space="preserve">Festival </w:t>
      </w:r>
      <w:r w:rsidR="00D279A9">
        <w:rPr>
          <w:rFonts w:ascii="Arial" w:hAnsi="Arial" w:cs="Arial"/>
          <w:sz w:val="20"/>
          <w:szCs w:val="20"/>
        </w:rPr>
        <w:t>über zwei</w:t>
      </w:r>
      <w:r w:rsidR="00336DEB">
        <w:rPr>
          <w:rFonts w:ascii="Arial" w:hAnsi="Arial" w:cs="Arial"/>
          <w:sz w:val="20"/>
          <w:szCs w:val="20"/>
        </w:rPr>
        <w:t xml:space="preserve"> Tage</w:t>
      </w:r>
      <w:r w:rsidR="00E7775D">
        <w:rPr>
          <w:rFonts w:ascii="Arial" w:hAnsi="Arial" w:cs="Arial"/>
          <w:sz w:val="20"/>
          <w:szCs w:val="20"/>
        </w:rPr>
        <w:t xml:space="preserve"> </w:t>
      </w:r>
      <w:r w:rsidR="00B5275D">
        <w:rPr>
          <w:rFonts w:ascii="Arial" w:hAnsi="Arial" w:cs="Arial"/>
          <w:sz w:val="20"/>
          <w:szCs w:val="20"/>
        </w:rPr>
        <w:t>auf dem liebevoll hergerichtete</w:t>
      </w:r>
      <w:r w:rsidR="00E7775D">
        <w:rPr>
          <w:rFonts w:ascii="Arial" w:hAnsi="Arial" w:cs="Arial"/>
          <w:sz w:val="20"/>
          <w:szCs w:val="20"/>
        </w:rPr>
        <w:t xml:space="preserve">n Festivalgelände. Auf dem Musikprogramm stehen dabei </w:t>
      </w:r>
      <w:r w:rsidR="00475DDF">
        <w:rPr>
          <w:rFonts w:ascii="Arial" w:hAnsi="Arial" w:cs="Arial"/>
          <w:sz w:val="20"/>
          <w:szCs w:val="20"/>
        </w:rPr>
        <w:t xml:space="preserve">international </w:t>
      </w:r>
      <w:r w:rsidR="00E7775D">
        <w:rPr>
          <w:rFonts w:ascii="Arial" w:hAnsi="Arial" w:cs="Arial"/>
          <w:sz w:val="20"/>
          <w:szCs w:val="20"/>
        </w:rPr>
        <w:t xml:space="preserve">bekannte DJ-Größen der Elektroszene, darunter Aka </w:t>
      </w:r>
      <w:proofErr w:type="spellStart"/>
      <w:r w:rsidR="00E7775D">
        <w:rPr>
          <w:rFonts w:ascii="Arial" w:hAnsi="Arial" w:cs="Arial"/>
          <w:sz w:val="20"/>
          <w:szCs w:val="20"/>
        </w:rPr>
        <w:t>Aka</w:t>
      </w:r>
      <w:proofErr w:type="spellEnd"/>
      <w:r w:rsidR="00E7775D">
        <w:rPr>
          <w:rFonts w:ascii="Arial" w:hAnsi="Arial" w:cs="Arial"/>
          <w:sz w:val="20"/>
          <w:szCs w:val="20"/>
        </w:rPr>
        <w:t xml:space="preserve">, Da </w:t>
      </w:r>
      <w:proofErr w:type="spellStart"/>
      <w:r w:rsidR="00E7775D">
        <w:rPr>
          <w:rFonts w:ascii="Arial" w:hAnsi="Arial" w:cs="Arial"/>
          <w:sz w:val="20"/>
          <w:szCs w:val="20"/>
        </w:rPr>
        <w:t>Tweekaz</w:t>
      </w:r>
      <w:proofErr w:type="spellEnd"/>
      <w:r w:rsidR="00E7775D">
        <w:rPr>
          <w:rFonts w:ascii="Arial" w:hAnsi="Arial" w:cs="Arial"/>
          <w:sz w:val="20"/>
          <w:szCs w:val="20"/>
        </w:rPr>
        <w:t xml:space="preserve"> und Danny </w:t>
      </w:r>
      <w:proofErr w:type="spellStart"/>
      <w:r w:rsidR="00E7775D">
        <w:rPr>
          <w:rFonts w:ascii="Arial" w:hAnsi="Arial" w:cs="Arial"/>
          <w:sz w:val="20"/>
          <w:szCs w:val="20"/>
        </w:rPr>
        <w:t>Avila</w:t>
      </w:r>
      <w:proofErr w:type="spellEnd"/>
      <w:r w:rsidR="00E7775D">
        <w:rPr>
          <w:rFonts w:ascii="Arial" w:hAnsi="Arial" w:cs="Arial"/>
          <w:sz w:val="20"/>
          <w:szCs w:val="20"/>
        </w:rPr>
        <w:t xml:space="preserve">. Das </w:t>
      </w:r>
      <w:r w:rsidR="00475DDF">
        <w:rPr>
          <w:rFonts w:ascii="Arial" w:hAnsi="Arial" w:cs="Arial"/>
          <w:sz w:val="20"/>
          <w:szCs w:val="20"/>
        </w:rPr>
        <w:t>für Veranstaltungs</w:t>
      </w:r>
      <w:r w:rsidR="00E7775D">
        <w:rPr>
          <w:rFonts w:ascii="Arial" w:hAnsi="Arial" w:cs="Arial"/>
          <w:sz w:val="20"/>
          <w:szCs w:val="20"/>
        </w:rPr>
        <w:t>zwecke umfunktionier</w:t>
      </w:r>
      <w:r w:rsidR="00475DDF">
        <w:rPr>
          <w:rFonts w:ascii="Arial" w:hAnsi="Arial" w:cs="Arial"/>
          <w:sz w:val="20"/>
          <w:szCs w:val="20"/>
        </w:rPr>
        <w:t>t</w:t>
      </w:r>
      <w:r w:rsidR="00E7775D">
        <w:rPr>
          <w:rFonts w:ascii="Arial" w:hAnsi="Arial" w:cs="Arial"/>
          <w:sz w:val="20"/>
          <w:szCs w:val="20"/>
        </w:rPr>
        <w:t xml:space="preserve">e Gelände des </w:t>
      </w:r>
      <w:r w:rsidR="00B5275D">
        <w:rPr>
          <w:rFonts w:ascii="Arial" w:hAnsi="Arial" w:cs="Arial"/>
          <w:sz w:val="20"/>
          <w:szCs w:val="20"/>
        </w:rPr>
        <w:t>Kloster</w:t>
      </w:r>
      <w:r w:rsidR="00E7775D">
        <w:rPr>
          <w:rFonts w:ascii="Arial" w:hAnsi="Arial" w:cs="Arial"/>
          <w:sz w:val="20"/>
          <w:szCs w:val="20"/>
        </w:rPr>
        <w:t>s Herrenbusch</w:t>
      </w:r>
      <w:r w:rsidR="00B5275D">
        <w:rPr>
          <w:rFonts w:ascii="Arial" w:hAnsi="Arial" w:cs="Arial"/>
          <w:sz w:val="20"/>
          <w:szCs w:val="20"/>
        </w:rPr>
        <w:t xml:space="preserve"> erstreckt sich über</w:t>
      </w:r>
      <w:r w:rsidR="00D279A9">
        <w:rPr>
          <w:rFonts w:ascii="Arial" w:hAnsi="Arial" w:cs="Arial"/>
          <w:sz w:val="20"/>
          <w:szCs w:val="20"/>
        </w:rPr>
        <w:t xml:space="preserve"> vier</w:t>
      </w:r>
      <w:r w:rsidR="00B853BB">
        <w:rPr>
          <w:rFonts w:ascii="Arial" w:hAnsi="Arial" w:cs="Arial"/>
          <w:sz w:val="20"/>
          <w:szCs w:val="20"/>
        </w:rPr>
        <w:t xml:space="preserve"> Hektar</w:t>
      </w:r>
      <w:r w:rsidR="00B5275D">
        <w:rPr>
          <w:rFonts w:ascii="Arial" w:hAnsi="Arial" w:cs="Arial"/>
          <w:sz w:val="20"/>
          <w:szCs w:val="20"/>
        </w:rPr>
        <w:t xml:space="preserve"> und umfasst neben drei </w:t>
      </w:r>
      <w:r w:rsidR="00E7775D">
        <w:rPr>
          <w:rFonts w:ascii="Arial" w:hAnsi="Arial" w:cs="Arial"/>
          <w:sz w:val="20"/>
          <w:szCs w:val="20"/>
        </w:rPr>
        <w:t>eindrucksvoll gestalteten Bühnen einen Eingangs- und Imbissbereich und mehrere Schleichwege</w:t>
      </w:r>
      <w:r w:rsidR="008F4D07">
        <w:rPr>
          <w:rFonts w:ascii="Arial" w:hAnsi="Arial" w:cs="Arial"/>
          <w:sz w:val="20"/>
          <w:szCs w:val="20"/>
        </w:rPr>
        <w:t>.</w:t>
      </w:r>
      <w:r w:rsidR="00475DDF">
        <w:rPr>
          <w:rFonts w:ascii="Arial" w:hAnsi="Arial" w:cs="Arial"/>
          <w:sz w:val="20"/>
          <w:szCs w:val="20"/>
        </w:rPr>
        <w:t xml:space="preserve"> </w:t>
      </w:r>
    </w:p>
    <w:p w14:paraId="50C9C89E" w14:textId="77777777" w:rsidR="009D2F66" w:rsidRDefault="00475DDF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Gerade im Gedränge der feiernden </w:t>
      </w:r>
      <w:r w:rsidR="00B853BB">
        <w:rPr>
          <w:rFonts w:ascii="Arial" w:hAnsi="Arial" w:cs="Arial"/>
          <w:sz w:val="20"/>
          <w:szCs w:val="20"/>
        </w:rPr>
        <w:t>Besucher</w:t>
      </w:r>
      <w:r>
        <w:rPr>
          <w:rFonts w:ascii="Arial" w:hAnsi="Arial" w:cs="Arial"/>
          <w:sz w:val="20"/>
          <w:szCs w:val="20"/>
        </w:rPr>
        <w:t xml:space="preserve"> zur Dämmerungszeit ist es </w:t>
      </w:r>
      <w:r w:rsidR="00391100">
        <w:rPr>
          <w:rFonts w:ascii="Arial" w:hAnsi="Arial" w:cs="Arial"/>
          <w:sz w:val="20"/>
          <w:szCs w:val="20"/>
        </w:rPr>
        <w:t>schwierig</w:t>
      </w:r>
      <w:r w:rsidR="00D273DC">
        <w:rPr>
          <w:rFonts w:ascii="Arial" w:hAnsi="Arial" w:cs="Arial"/>
          <w:sz w:val="20"/>
          <w:szCs w:val="20"/>
        </w:rPr>
        <w:t xml:space="preserve">, alles </w:t>
      </w:r>
      <w:r w:rsidR="00391100">
        <w:rPr>
          <w:rFonts w:ascii="Arial" w:hAnsi="Arial" w:cs="Arial"/>
          <w:sz w:val="20"/>
          <w:szCs w:val="20"/>
        </w:rPr>
        <w:t xml:space="preserve">im Auge zu behalten. </w:t>
      </w:r>
      <w:r w:rsidR="00D273DC">
        <w:rPr>
          <w:rFonts w:ascii="Arial" w:hAnsi="Arial" w:cs="Arial"/>
          <w:sz w:val="20"/>
          <w:szCs w:val="20"/>
        </w:rPr>
        <w:t xml:space="preserve">Aus diesem Grund verlässt sich </w:t>
      </w:r>
      <w:r w:rsidR="001071E2">
        <w:rPr>
          <w:rFonts w:ascii="Arial" w:hAnsi="Arial" w:cs="Arial"/>
          <w:sz w:val="20"/>
          <w:szCs w:val="20"/>
        </w:rPr>
        <w:t xml:space="preserve">Festivalveranstalter </w:t>
      </w:r>
      <w:r w:rsidR="00D273DC">
        <w:rPr>
          <w:rFonts w:ascii="Arial" w:hAnsi="Arial" w:cs="Arial"/>
          <w:sz w:val="20"/>
          <w:szCs w:val="20"/>
        </w:rPr>
        <w:t xml:space="preserve">Raphael Meyersieck auf </w:t>
      </w:r>
      <w:r w:rsidR="00D157CA">
        <w:rPr>
          <w:rFonts w:ascii="Arial" w:hAnsi="Arial" w:cs="Arial"/>
          <w:sz w:val="20"/>
          <w:szCs w:val="20"/>
        </w:rPr>
        <w:t>eine hochmoderne</w:t>
      </w:r>
      <w:r w:rsidR="00D273DC">
        <w:rPr>
          <w:rFonts w:ascii="Arial" w:hAnsi="Arial" w:cs="Arial"/>
          <w:sz w:val="20"/>
          <w:szCs w:val="20"/>
        </w:rPr>
        <w:t xml:space="preserve"> ABUS Videoüberwachung, die ihm zusammen mit </w:t>
      </w:r>
      <w:r w:rsidR="001071E2">
        <w:rPr>
          <w:rFonts w:ascii="Arial" w:hAnsi="Arial" w:cs="Arial"/>
          <w:sz w:val="20"/>
          <w:szCs w:val="20"/>
        </w:rPr>
        <w:t>einem</w:t>
      </w:r>
      <w:r w:rsidR="00D273DC">
        <w:rPr>
          <w:rFonts w:ascii="Arial" w:hAnsi="Arial" w:cs="Arial"/>
          <w:sz w:val="20"/>
          <w:szCs w:val="20"/>
        </w:rPr>
        <w:t xml:space="preserve"> Sicherheitsdienst die Möglichkeit bietet, bei</w:t>
      </w:r>
      <w:r w:rsidR="00717AC9">
        <w:rPr>
          <w:rFonts w:ascii="Arial" w:hAnsi="Arial" w:cs="Arial"/>
          <w:sz w:val="20"/>
          <w:szCs w:val="20"/>
        </w:rPr>
        <w:t xml:space="preserve"> </w:t>
      </w:r>
      <w:r w:rsidR="00E32378">
        <w:rPr>
          <w:rFonts w:ascii="Arial" w:hAnsi="Arial" w:cs="Arial"/>
          <w:sz w:val="20"/>
          <w:szCs w:val="20"/>
        </w:rPr>
        <w:t xml:space="preserve">verdächtigen Personen, </w:t>
      </w:r>
      <w:r w:rsidR="00B853BB">
        <w:rPr>
          <w:rFonts w:ascii="Arial" w:hAnsi="Arial" w:cs="Arial"/>
          <w:sz w:val="20"/>
          <w:szCs w:val="20"/>
        </w:rPr>
        <w:t>gefährlichen Gegenständen</w:t>
      </w:r>
      <w:r w:rsidR="00E32378">
        <w:rPr>
          <w:rFonts w:ascii="Arial" w:hAnsi="Arial" w:cs="Arial"/>
          <w:sz w:val="20"/>
          <w:szCs w:val="20"/>
        </w:rPr>
        <w:t xml:space="preserve"> oder</w:t>
      </w:r>
      <w:r w:rsidR="00F017C8">
        <w:rPr>
          <w:rFonts w:ascii="Arial" w:hAnsi="Arial" w:cs="Arial"/>
          <w:sz w:val="20"/>
          <w:szCs w:val="20"/>
        </w:rPr>
        <w:t xml:space="preserve"> Diebstahl </w:t>
      </w:r>
      <w:r w:rsidR="00D273DC">
        <w:rPr>
          <w:rFonts w:ascii="Arial" w:hAnsi="Arial" w:cs="Arial"/>
          <w:sz w:val="20"/>
          <w:szCs w:val="20"/>
        </w:rPr>
        <w:t>direkt einzugreifen.</w:t>
      </w:r>
      <w:r w:rsidR="001071E2">
        <w:rPr>
          <w:rFonts w:ascii="Arial" w:hAnsi="Arial" w:cs="Arial"/>
          <w:sz w:val="20"/>
          <w:szCs w:val="20"/>
        </w:rPr>
        <w:t xml:space="preserve"> Für </w:t>
      </w:r>
      <w:r w:rsidR="00D157CA">
        <w:rPr>
          <w:rFonts w:ascii="Arial" w:hAnsi="Arial" w:cs="Arial"/>
          <w:sz w:val="20"/>
          <w:szCs w:val="20"/>
        </w:rPr>
        <w:t>eine professionelle und kosteneffiziente Installation des</w:t>
      </w:r>
      <w:r w:rsidR="001071E2">
        <w:rPr>
          <w:rFonts w:ascii="Arial" w:hAnsi="Arial" w:cs="Arial"/>
          <w:sz w:val="20"/>
          <w:szCs w:val="20"/>
        </w:rPr>
        <w:t xml:space="preserve"> Videoüberwachungssystem</w:t>
      </w:r>
      <w:r w:rsidR="00D157CA">
        <w:rPr>
          <w:rFonts w:ascii="Arial" w:hAnsi="Arial" w:cs="Arial"/>
          <w:sz w:val="20"/>
          <w:szCs w:val="20"/>
        </w:rPr>
        <w:t xml:space="preserve">s wandte er sich </w:t>
      </w:r>
      <w:r w:rsidR="00983FA0">
        <w:rPr>
          <w:rFonts w:ascii="Arial" w:hAnsi="Arial" w:cs="Arial"/>
          <w:sz w:val="20"/>
          <w:szCs w:val="20"/>
        </w:rPr>
        <w:t xml:space="preserve">an Philip </w:t>
      </w:r>
      <w:proofErr w:type="spellStart"/>
      <w:r w:rsidR="00983FA0">
        <w:rPr>
          <w:rFonts w:ascii="Arial" w:hAnsi="Arial" w:cs="Arial"/>
          <w:sz w:val="20"/>
          <w:szCs w:val="20"/>
        </w:rPr>
        <w:t>Deteren</w:t>
      </w:r>
      <w:proofErr w:type="spellEnd"/>
      <w:r w:rsidR="00983FA0">
        <w:rPr>
          <w:rFonts w:ascii="Arial" w:hAnsi="Arial" w:cs="Arial"/>
          <w:sz w:val="20"/>
          <w:szCs w:val="20"/>
        </w:rPr>
        <w:t xml:space="preserve">, Geschäftsführer </w:t>
      </w:r>
      <w:r w:rsidR="00D157CA">
        <w:rPr>
          <w:rFonts w:ascii="Arial" w:hAnsi="Arial" w:cs="Arial"/>
          <w:sz w:val="20"/>
          <w:szCs w:val="20"/>
        </w:rPr>
        <w:t>der</w:t>
      </w:r>
      <w:r w:rsidR="001071E2">
        <w:rPr>
          <w:rFonts w:ascii="Arial" w:hAnsi="Arial" w:cs="Arial"/>
          <w:sz w:val="20"/>
          <w:szCs w:val="20"/>
        </w:rPr>
        <w:t xml:space="preserve"> </w:t>
      </w:r>
      <w:r w:rsidR="006F23BD">
        <w:rPr>
          <w:rFonts w:ascii="Arial" w:hAnsi="Arial" w:cs="Arial"/>
          <w:sz w:val="20"/>
          <w:szCs w:val="20"/>
        </w:rPr>
        <w:t>Sicherheitsfachf</w:t>
      </w:r>
      <w:r w:rsidR="001071E2">
        <w:rPr>
          <w:rFonts w:ascii="Arial" w:hAnsi="Arial" w:cs="Arial"/>
          <w:sz w:val="20"/>
          <w:szCs w:val="20"/>
        </w:rPr>
        <w:t>irma CDD GmbH &amp; Co. KG</w:t>
      </w:r>
      <w:r w:rsidR="006F23BD">
        <w:rPr>
          <w:rFonts w:ascii="Arial" w:hAnsi="Arial" w:cs="Arial"/>
          <w:sz w:val="20"/>
          <w:szCs w:val="20"/>
        </w:rPr>
        <w:t xml:space="preserve"> aus der Region</w:t>
      </w:r>
      <w:r w:rsidR="00983FA0">
        <w:rPr>
          <w:rFonts w:ascii="Arial" w:hAnsi="Arial" w:cs="Arial"/>
          <w:sz w:val="20"/>
          <w:szCs w:val="20"/>
        </w:rPr>
        <w:t>.</w:t>
      </w:r>
    </w:p>
    <w:p w14:paraId="6822256B" w14:textId="77777777" w:rsidR="00D157CA" w:rsidRPr="003065A7" w:rsidRDefault="00D157CA" w:rsidP="00D157CA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3065A7">
        <w:rPr>
          <w:rFonts w:ascii="Arial" w:hAnsi="Arial" w:cs="Arial"/>
          <w:b/>
          <w:sz w:val="20"/>
          <w:szCs w:val="20"/>
        </w:rPr>
        <w:lastRenderedPageBreak/>
        <w:t>Schnelle</w:t>
      </w:r>
      <w:r w:rsidR="00507E5D">
        <w:rPr>
          <w:rFonts w:ascii="Arial" w:hAnsi="Arial" w:cs="Arial"/>
          <w:b/>
          <w:sz w:val="20"/>
          <w:szCs w:val="20"/>
        </w:rPr>
        <w:t>, reibungslose</w:t>
      </w:r>
      <w:r w:rsidRPr="003065A7">
        <w:rPr>
          <w:rFonts w:ascii="Arial" w:hAnsi="Arial" w:cs="Arial"/>
          <w:b/>
          <w:sz w:val="20"/>
          <w:szCs w:val="20"/>
        </w:rPr>
        <w:t xml:space="preserve"> Installation</w:t>
      </w:r>
    </w:p>
    <w:p w14:paraId="010279C7" w14:textId="380526E4" w:rsidR="00D157CA" w:rsidRDefault="00D157CA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Nach </w:t>
      </w:r>
      <w:r w:rsidR="00C9637C">
        <w:rPr>
          <w:rFonts w:ascii="Arial" w:hAnsi="Arial" w:cs="Arial"/>
          <w:sz w:val="20"/>
          <w:szCs w:val="20"/>
        </w:rPr>
        <w:t xml:space="preserve">fachkundiger </w:t>
      </w:r>
      <w:r>
        <w:rPr>
          <w:rFonts w:ascii="Arial" w:hAnsi="Arial" w:cs="Arial"/>
          <w:sz w:val="20"/>
          <w:szCs w:val="20"/>
        </w:rPr>
        <w:t>Sichtung des Festivalgelän</w:t>
      </w:r>
      <w:r w:rsidR="00766A33">
        <w:rPr>
          <w:rFonts w:ascii="Arial" w:hAnsi="Arial" w:cs="Arial"/>
          <w:sz w:val="20"/>
          <w:szCs w:val="20"/>
        </w:rPr>
        <w:t>des nahm die Installation der</w:t>
      </w:r>
      <w:r w:rsidR="00983FA0" w:rsidRPr="00907C2D">
        <w:rPr>
          <w:rFonts w:ascii="Arial" w:hAnsi="Arial" w:cs="Arial"/>
          <w:sz w:val="20"/>
          <w:szCs w:val="20"/>
        </w:rPr>
        <w:t xml:space="preserve"> </w:t>
      </w:r>
      <w:r w:rsidR="00983FA0">
        <w:rPr>
          <w:rFonts w:ascii="Arial" w:hAnsi="Arial" w:cs="Arial"/>
          <w:sz w:val="20"/>
          <w:szCs w:val="20"/>
        </w:rPr>
        <w:t>Außen</w:t>
      </w:r>
      <w:r w:rsidR="00907C2D">
        <w:rPr>
          <w:rFonts w:ascii="Arial" w:hAnsi="Arial" w:cs="Arial"/>
          <w:sz w:val="20"/>
          <w:szCs w:val="20"/>
        </w:rPr>
        <w:t xml:space="preserve"> </w:t>
      </w:r>
      <w:r w:rsidR="00A76547">
        <w:rPr>
          <w:rFonts w:ascii="Arial" w:hAnsi="Arial" w:cs="Arial"/>
          <w:sz w:val="20"/>
          <w:szCs w:val="20"/>
        </w:rPr>
        <w:t xml:space="preserve">IP </w:t>
      </w:r>
      <w:proofErr w:type="spellStart"/>
      <w:r w:rsidR="00907C2D">
        <w:rPr>
          <w:rFonts w:ascii="Arial" w:hAnsi="Arial" w:cs="Arial"/>
          <w:sz w:val="20"/>
          <w:szCs w:val="20"/>
        </w:rPr>
        <w:t>Tubekameras</w:t>
      </w:r>
      <w:proofErr w:type="spellEnd"/>
      <w:r w:rsidR="00907C2D">
        <w:rPr>
          <w:rFonts w:ascii="Arial" w:hAnsi="Arial" w:cs="Arial"/>
          <w:sz w:val="20"/>
          <w:szCs w:val="20"/>
        </w:rPr>
        <w:t xml:space="preserve"> sowie der</w:t>
      </w:r>
      <w:r>
        <w:rPr>
          <w:rFonts w:ascii="Arial" w:hAnsi="Arial" w:cs="Arial"/>
          <w:sz w:val="20"/>
          <w:szCs w:val="20"/>
        </w:rPr>
        <w:t xml:space="preserve"> </w:t>
      </w:r>
      <w:r w:rsidR="00907C2D">
        <w:rPr>
          <w:rFonts w:ascii="Arial" w:hAnsi="Arial" w:cs="Arial"/>
          <w:sz w:val="20"/>
          <w:szCs w:val="20"/>
        </w:rPr>
        <w:t xml:space="preserve">Außen </w:t>
      </w:r>
      <w:r w:rsidR="00A76547">
        <w:rPr>
          <w:rFonts w:ascii="Arial" w:hAnsi="Arial" w:cs="Arial"/>
          <w:sz w:val="20"/>
          <w:szCs w:val="20"/>
        </w:rPr>
        <w:t xml:space="preserve">IP </w:t>
      </w:r>
      <w:r w:rsidR="006F23BD">
        <w:rPr>
          <w:rFonts w:ascii="Arial" w:hAnsi="Arial" w:cs="Arial"/>
          <w:sz w:val="20"/>
          <w:szCs w:val="20"/>
        </w:rPr>
        <w:t xml:space="preserve">PTZ </w:t>
      </w:r>
      <w:proofErr w:type="spellStart"/>
      <w:r w:rsidR="00907C2D">
        <w:rPr>
          <w:rFonts w:ascii="Arial" w:hAnsi="Arial" w:cs="Arial"/>
          <w:sz w:val="20"/>
          <w:szCs w:val="20"/>
        </w:rPr>
        <w:t>Domekameras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983FA0">
        <w:rPr>
          <w:rFonts w:ascii="Arial" w:hAnsi="Arial" w:cs="Arial"/>
          <w:sz w:val="20"/>
          <w:szCs w:val="20"/>
        </w:rPr>
        <w:t>zwei Arbeitst</w:t>
      </w:r>
      <w:r>
        <w:rPr>
          <w:rFonts w:ascii="Arial" w:hAnsi="Arial" w:cs="Arial"/>
          <w:sz w:val="20"/>
          <w:szCs w:val="20"/>
        </w:rPr>
        <w:t>ag</w:t>
      </w:r>
      <w:r w:rsidR="00983FA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in Anspruch. </w:t>
      </w:r>
      <w:r w:rsidR="00E32378">
        <w:rPr>
          <w:rFonts w:ascii="Arial" w:hAnsi="Arial" w:cs="Arial"/>
          <w:sz w:val="20"/>
          <w:szCs w:val="20"/>
        </w:rPr>
        <w:t>Dabei</w:t>
      </w:r>
      <w:r>
        <w:rPr>
          <w:rFonts w:ascii="Arial" w:hAnsi="Arial" w:cs="Arial"/>
          <w:sz w:val="20"/>
          <w:szCs w:val="20"/>
        </w:rPr>
        <w:t xml:space="preserve"> konnten die relevanten </w:t>
      </w:r>
      <w:r w:rsidR="00C841B5">
        <w:rPr>
          <w:rFonts w:ascii="Arial" w:hAnsi="Arial" w:cs="Arial"/>
          <w:sz w:val="20"/>
          <w:szCs w:val="20"/>
        </w:rPr>
        <w:t>Orte</w:t>
      </w:r>
      <w:r>
        <w:rPr>
          <w:rFonts w:ascii="Arial" w:hAnsi="Arial" w:cs="Arial"/>
          <w:sz w:val="20"/>
          <w:szCs w:val="20"/>
        </w:rPr>
        <w:t xml:space="preserve"> schnell </w:t>
      </w:r>
      <w:r w:rsidR="006032FD">
        <w:rPr>
          <w:rFonts w:ascii="Arial" w:hAnsi="Arial" w:cs="Arial"/>
          <w:sz w:val="20"/>
          <w:szCs w:val="20"/>
        </w:rPr>
        <w:t>gefunden</w:t>
      </w:r>
      <w:r>
        <w:rPr>
          <w:rFonts w:ascii="Arial" w:hAnsi="Arial" w:cs="Arial"/>
          <w:sz w:val="20"/>
          <w:szCs w:val="20"/>
        </w:rPr>
        <w:t xml:space="preserve"> und die Kameras </w:t>
      </w:r>
      <w:r w:rsidR="00C841B5" w:rsidRPr="00C841B5">
        <w:rPr>
          <w:rFonts w:ascii="Arial" w:hAnsi="Arial" w:cs="Arial"/>
          <w:sz w:val="20"/>
          <w:szCs w:val="20"/>
        </w:rPr>
        <w:t>an unauffälligen Stellen</w:t>
      </w:r>
      <w:r w:rsidR="00E32378" w:rsidRPr="00C841B5">
        <w:rPr>
          <w:rFonts w:ascii="Arial" w:hAnsi="Arial" w:cs="Arial"/>
          <w:sz w:val="20"/>
          <w:szCs w:val="20"/>
        </w:rPr>
        <w:t xml:space="preserve"> </w:t>
      </w:r>
      <w:r w:rsidRPr="00C841B5">
        <w:rPr>
          <w:rFonts w:ascii="Arial" w:hAnsi="Arial" w:cs="Arial"/>
          <w:sz w:val="20"/>
          <w:szCs w:val="20"/>
        </w:rPr>
        <w:t xml:space="preserve">installiert werden. </w:t>
      </w:r>
      <w:r w:rsidR="003F3E5A" w:rsidRPr="00C841B5">
        <w:rPr>
          <w:rFonts w:ascii="Arial" w:hAnsi="Arial" w:cs="Arial"/>
          <w:sz w:val="20"/>
          <w:szCs w:val="20"/>
        </w:rPr>
        <w:t xml:space="preserve">Dazu Meyersieck: </w:t>
      </w:r>
      <w:r w:rsidR="002C0214" w:rsidRPr="00C841B5">
        <w:rPr>
          <w:rFonts w:ascii="Arial" w:hAnsi="Arial" w:cs="Arial"/>
          <w:sz w:val="20"/>
          <w:szCs w:val="20"/>
        </w:rPr>
        <w:t xml:space="preserve">„Besonders gefällt mir, dass die Sicherheitstechnik sich </w:t>
      </w:r>
      <w:r w:rsidR="0099231E">
        <w:rPr>
          <w:rFonts w:ascii="Arial" w:hAnsi="Arial" w:cs="Arial"/>
          <w:sz w:val="20"/>
          <w:szCs w:val="20"/>
        </w:rPr>
        <w:t>dezent</w:t>
      </w:r>
      <w:r w:rsidR="002C0214" w:rsidRPr="00C841B5">
        <w:rPr>
          <w:rFonts w:ascii="Arial" w:hAnsi="Arial" w:cs="Arial"/>
          <w:sz w:val="20"/>
          <w:szCs w:val="20"/>
        </w:rPr>
        <w:t xml:space="preserve"> </w:t>
      </w:r>
      <w:r w:rsidR="002C0214">
        <w:rPr>
          <w:rFonts w:ascii="Arial" w:hAnsi="Arial" w:cs="Arial"/>
          <w:sz w:val="20"/>
          <w:szCs w:val="20"/>
        </w:rPr>
        <w:t>ins Gesamtbild einfügt</w:t>
      </w:r>
      <w:r w:rsidR="00E32378">
        <w:rPr>
          <w:rFonts w:ascii="Arial" w:hAnsi="Arial" w:cs="Arial"/>
          <w:sz w:val="20"/>
          <w:szCs w:val="20"/>
        </w:rPr>
        <w:t>. So wird</w:t>
      </w:r>
      <w:r w:rsidR="002C0214">
        <w:rPr>
          <w:rFonts w:ascii="Arial" w:hAnsi="Arial" w:cs="Arial"/>
          <w:sz w:val="20"/>
          <w:szCs w:val="20"/>
        </w:rPr>
        <w:t xml:space="preserve"> die Feierlaune der Festivalbesucher nicht durch das Gefühl</w:t>
      </w:r>
      <w:r w:rsidR="00E32378">
        <w:rPr>
          <w:rFonts w:ascii="Arial" w:hAnsi="Arial" w:cs="Arial"/>
          <w:sz w:val="20"/>
          <w:szCs w:val="20"/>
        </w:rPr>
        <w:t xml:space="preserve"> getrübt</w:t>
      </w:r>
      <w:r w:rsidR="002C0214">
        <w:rPr>
          <w:rFonts w:ascii="Arial" w:hAnsi="Arial" w:cs="Arial"/>
          <w:sz w:val="20"/>
          <w:szCs w:val="20"/>
        </w:rPr>
        <w:t xml:space="preserve">, beobachtet zu werden“. </w:t>
      </w:r>
      <w:r w:rsidR="006F23BD">
        <w:rPr>
          <w:rFonts w:ascii="Arial" w:hAnsi="Arial" w:cs="Arial"/>
          <w:sz w:val="20"/>
          <w:szCs w:val="20"/>
        </w:rPr>
        <w:t xml:space="preserve">Eine Herausforderung </w:t>
      </w:r>
      <w:r w:rsidR="00101D83">
        <w:rPr>
          <w:rFonts w:ascii="Arial" w:hAnsi="Arial" w:cs="Arial"/>
          <w:sz w:val="20"/>
          <w:szCs w:val="20"/>
        </w:rPr>
        <w:t>der</w:t>
      </w:r>
      <w:r w:rsidR="002C0214">
        <w:rPr>
          <w:rFonts w:ascii="Arial" w:hAnsi="Arial" w:cs="Arial"/>
          <w:sz w:val="20"/>
          <w:szCs w:val="20"/>
        </w:rPr>
        <w:t xml:space="preserve"> Umsetzung </w:t>
      </w:r>
      <w:r w:rsidR="006F23BD">
        <w:rPr>
          <w:rFonts w:ascii="Arial" w:hAnsi="Arial" w:cs="Arial"/>
          <w:sz w:val="20"/>
          <w:szCs w:val="20"/>
        </w:rPr>
        <w:t xml:space="preserve">stellte die Verlegung der Kabel bis zum Festivalgelände dar: Insgesamt </w:t>
      </w:r>
      <w:r w:rsidR="00D279A9" w:rsidRPr="00D279A9">
        <w:rPr>
          <w:rFonts w:ascii="Arial" w:hAnsi="Arial" w:cs="Arial"/>
          <w:sz w:val="20"/>
          <w:szCs w:val="20"/>
        </w:rPr>
        <w:t>1.700</w:t>
      </w:r>
      <w:r w:rsidR="006F23BD" w:rsidRPr="00D279A9">
        <w:rPr>
          <w:rFonts w:ascii="Arial" w:hAnsi="Arial" w:cs="Arial"/>
          <w:sz w:val="20"/>
          <w:szCs w:val="20"/>
        </w:rPr>
        <w:t xml:space="preserve"> </w:t>
      </w:r>
      <w:r w:rsidR="006F23BD">
        <w:rPr>
          <w:rFonts w:ascii="Arial" w:hAnsi="Arial" w:cs="Arial"/>
          <w:sz w:val="20"/>
          <w:szCs w:val="20"/>
        </w:rPr>
        <w:t xml:space="preserve">m Netzwerkkabel verlegte das Team um </w:t>
      </w:r>
      <w:r w:rsidR="00101D83">
        <w:rPr>
          <w:rFonts w:ascii="Arial" w:hAnsi="Arial" w:cs="Arial"/>
          <w:sz w:val="20"/>
          <w:szCs w:val="20"/>
        </w:rPr>
        <w:t>den Sicherheitsexperten</w:t>
      </w:r>
      <w:r w:rsidR="00983F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3FA0">
        <w:rPr>
          <w:rFonts w:ascii="Arial" w:hAnsi="Arial" w:cs="Arial"/>
          <w:sz w:val="20"/>
          <w:szCs w:val="20"/>
        </w:rPr>
        <w:t>Deteren</w:t>
      </w:r>
      <w:proofErr w:type="spellEnd"/>
      <w:r w:rsidR="00983FA0">
        <w:rPr>
          <w:rFonts w:ascii="Arial" w:hAnsi="Arial" w:cs="Arial"/>
          <w:sz w:val="20"/>
          <w:szCs w:val="20"/>
        </w:rPr>
        <w:t xml:space="preserve">, um ein </w:t>
      </w:r>
      <w:r w:rsidR="00907C2D">
        <w:rPr>
          <w:rFonts w:ascii="Arial" w:hAnsi="Arial" w:cs="Arial"/>
          <w:sz w:val="20"/>
          <w:szCs w:val="20"/>
        </w:rPr>
        <w:t>reibungslos</w:t>
      </w:r>
      <w:r w:rsidR="00983FA0">
        <w:rPr>
          <w:rFonts w:ascii="Arial" w:hAnsi="Arial" w:cs="Arial"/>
          <w:sz w:val="20"/>
          <w:szCs w:val="20"/>
        </w:rPr>
        <w:t xml:space="preserve"> funktionierendes Videoüberwachungssystem zu errichten.</w:t>
      </w:r>
    </w:p>
    <w:p w14:paraId="57067D17" w14:textId="77777777" w:rsidR="005F38AF" w:rsidRPr="005F38AF" w:rsidRDefault="005F38AF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5F38AF">
        <w:rPr>
          <w:rFonts w:ascii="Arial" w:hAnsi="Arial" w:cs="Arial"/>
          <w:b/>
          <w:sz w:val="20"/>
          <w:szCs w:val="20"/>
        </w:rPr>
        <w:t>Feinde des Festivalfeelings</w:t>
      </w:r>
      <w:r w:rsidR="00DA6860">
        <w:rPr>
          <w:rFonts w:ascii="Arial" w:hAnsi="Arial" w:cs="Arial"/>
          <w:b/>
          <w:sz w:val="20"/>
          <w:szCs w:val="20"/>
        </w:rPr>
        <w:t xml:space="preserve">: </w:t>
      </w:r>
      <w:r w:rsidR="009468E6">
        <w:rPr>
          <w:rFonts w:ascii="Arial" w:hAnsi="Arial" w:cs="Arial"/>
          <w:b/>
          <w:sz w:val="20"/>
          <w:szCs w:val="20"/>
        </w:rPr>
        <w:t>Verdächtige Personen, g</w:t>
      </w:r>
      <w:r w:rsidR="00101D83">
        <w:rPr>
          <w:rFonts w:ascii="Arial" w:hAnsi="Arial" w:cs="Arial"/>
          <w:b/>
          <w:sz w:val="20"/>
          <w:szCs w:val="20"/>
        </w:rPr>
        <w:t>efährliche</w:t>
      </w:r>
      <w:r w:rsidR="00DA6860">
        <w:rPr>
          <w:rFonts w:ascii="Arial" w:hAnsi="Arial" w:cs="Arial"/>
          <w:b/>
          <w:sz w:val="20"/>
          <w:szCs w:val="20"/>
        </w:rPr>
        <w:t xml:space="preserve"> Gegenstände</w:t>
      </w:r>
      <w:r w:rsidR="009468E6">
        <w:rPr>
          <w:rFonts w:ascii="Arial" w:hAnsi="Arial" w:cs="Arial"/>
          <w:b/>
          <w:sz w:val="20"/>
          <w:szCs w:val="20"/>
        </w:rPr>
        <w:t xml:space="preserve"> und</w:t>
      </w:r>
      <w:r w:rsidR="00101D83">
        <w:rPr>
          <w:rFonts w:ascii="Arial" w:hAnsi="Arial" w:cs="Arial"/>
          <w:b/>
          <w:sz w:val="20"/>
          <w:szCs w:val="20"/>
        </w:rPr>
        <w:t xml:space="preserve"> </w:t>
      </w:r>
      <w:r w:rsidR="009C1C31">
        <w:rPr>
          <w:rFonts w:ascii="Arial" w:hAnsi="Arial" w:cs="Arial"/>
          <w:b/>
          <w:sz w:val="20"/>
          <w:szCs w:val="20"/>
        </w:rPr>
        <w:t>Feuergefahr</w:t>
      </w:r>
    </w:p>
    <w:p w14:paraId="2EF9C53B" w14:textId="0659B15C" w:rsidR="00616D83" w:rsidRDefault="006557B9" w:rsidP="006557B9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Besonders im Eingangsbereich gilt es, die Besucher einer gründlichen Kontrolle zu unterziehen. </w:t>
      </w:r>
      <w:r w:rsidR="006032FD">
        <w:rPr>
          <w:rFonts w:ascii="Arial" w:hAnsi="Arial" w:cs="Arial"/>
          <w:sz w:val="20"/>
          <w:szCs w:val="20"/>
        </w:rPr>
        <w:t xml:space="preserve">Eine enge Zusammenarbeit mit dem Sicherheitspersonal ist </w:t>
      </w:r>
      <w:r>
        <w:rPr>
          <w:rFonts w:ascii="Arial" w:hAnsi="Arial" w:cs="Arial"/>
          <w:sz w:val="20"/>
          <w:szCs w:val="20"/>
        </w:rPr>
        <w:t xml:space="preserve">dabei das A und O: </w:t>
      </w:r>
      <w:r w:rsidR="00B853BB">
        <w:rPr>
          <w:rFonts w:ascii="Arial" w:hAnsi="Arial" w:cs="Arial"/>
          <w:sz w:val="20"/>
          <w:szCs w:val="20"/>
        </w:rPr>
        <w:t>Verdächtige P</w:t>
      </w:r>
      <w:r w:rsidR="00BF5C6A">
        <w:rPr>
          <w:rFonts w:ascii="Arial" w:hAnsi="Arial" w:cs="Arial"/>
          <w:sz w:val="20"/>
          <w:szCs w:val="20"/>
        </w:rPr>
        <w:t>ersonen und</w:t>
      </w:r>
      <w:r w:rsidR="00B853BB">
        <w:rPr>
          <w:rFonts w:ascii="Arial" w:hAnsi="Arial" w:cs="Arial"/>
          <w:sz w:val="20"/>
          <w:szCs w:val="20"/>
        </w:rPr>
        <w:t xml:space="preserve"> Langfinger </w:t>
      </w:r>
      <w:r w:rsidR="00BF5C6A">
        <w:rPr>
          <w:rFonts w:ascii="Arial" w:hAnsi="Arial" w:cs="Arial"/>
          <w:sz w:val="20"/>
          <w:szCs w:val="20"/>
        </w:rPr>
        <w:t>sowie</w:t>
      </w:r>
      <w:r>
        <w:rPr>
          <w:rFonts w:ascii="Arial" w:hAnsi="Arial" w:cs="Arial"/>
          <w:sz w:val="20"/>
          <w:szCs w:val="20"/>
        </w:rPr>
        <w:t xml:space="preserve"> mitgeführte gefährliche</w:t>
      </w:r>
      <w:r w:rsidR="00005A97">
        <w:rPr>
          <w:rFonts w:ascii="Arial" w:hAnsi="Arial" w:cs="Arial"/>
          <w:sz w:val="20"/>
          <w:szCs w:val="20"/>
        </w:rPr>
        <w:t xml:space="preserve"> Gegenstände </w:t>
      </w:r>
      <w:r>
        <w:rPr>
          <w:rFonts w:ascii="Arial" w:hAnsi="Arial" w:cs="Arial"/>
          <w:sz w:val="20"/>
          <w:szCs w:val="20"/>
        </w:rPr>
        <w:t>oder Substanzen können hier</w:t>
      </w:r>
      <w:r w:rsidR="00005A97">
        <w:rPr>
          <w:rFonts w:ascii="Arial" w:hAnsi="Arial" w:cs="Arial"/>
          <w:sz w:val="20"/>
          <w:szCs w:val="20"/>
        </w:rPr>
        <w:t xml:space="preserve"> mit</w:t>
      </w:r>
      <w:r w:rsidR="006032FD">
        <w:rPr>
          <w:rFonts w:ascii="Arial" w:hAnsi="Arial" w:cs="Arial"/>
          <w:sz w:val="20"/>
          <w:szCs w:val="20"/>
        </w:rPr>
        <w:t xml:space="preserve"> </w:t>
      </w:r>
      <w:r w:rsidR="00005A97">
        <w:rPr>
          <w:rFonts w:ascii="Arial" w:hAnsi="Arial" w:cs="Arial"/>
          <w:sz w:val="20"/>
          <w:szCs w:val="20"/>
        </w:rPr>
        <w:t>geschultem</w:t>
      </w:r>
      <w:r w:rsidR="006032FD">
        <w:rPr>
          <w:rFonts w:ascii="Arial" w:hAnsi="Arial" w:cs="Arial"/>
          <w:sz w:val="20"/>
          <w:szCs w:val="20"/>
        </w:rPr>
        <w:t xml:space="preserve"> Blick auf das Überwachungsbild schnell entdeckt und gezielt aus der Menge herausgegriffen werden. </w:t>
      </w:r>
      <w:r w:rsidR="009468E6">
        <w:rPr>
          <w:rFonts w:ascii="Arial" w:hAnsi="Arial" w:cs="Arial"/>
          <w:sz w:val="20"/>
          <w:szCs w:val="20"/>
        </w:rPr>
        <w:t xml:space="preserve">Auch größere Taschen und Rucksäcke werden zuverlässig erkannt und aussortiert. </w:t>
      </w:r>
      <w:r>
        <w:rPr>
          <w:rFonts w:ascii="Arial" w:hAnsi="Arial" w:cs="Arial"/>
          <w:sz w:val="20"/>
          <w:szCs w:val="20"/>
        </w:rPr>
        <w:t>„Zu gefährlichen Gegenständen</w:t>
      </w:r>
      <w:r w:rsidR="00616D83">
        <w:rPr>
          <w:rFonts w:ascii="Arial" w:hAnsi="Arial" w:cs="Arial"/>
          <w:sz w:val="20"/>
          <w:szCs w:val="20"/>
        </w:rPr>
        <w:t xml:space="preserve"> gehören beispielsweise Glasflaschen, die bei Zerbrechen zu Verletzungen führen</w:t>
      </w:r>
      <w:r w:rsidR="00907C2D">
        <w:rPr>
          <w:rFonts w:ascii="Arial" w:hAnsi="Arial" w:cs="Arial"/>
          <w:sz w:val="20"/>
          <w:szCs w:val="20"/>
        </w:rPr>
        <w:t xml:space="preserve"> können sowie</w:t>
      </w:r>
      <w:r w:rsidR="00616D83">
        <w:rPr>
          <w:rFonts w:ascii="Arial" w:hAnsi="Arial" w:cs="Arial"/>
          <w:sz w:val="20"/>
          <w:szCs w:val="20"/>
        </w:rPr>
        <w:t xml:space="preserve"> Feuerzeuge und leicht entzündliche Flüssigkeiten</w:t>
      </w:r>
      <w:r>
        <w:rPr>
          <w:rFonts w:ascii="Arial" w:hAnsi="Arial" w:cs="Arial"/>
          <w:sz w:val="20"/>
          <w:szCs w:val="20"/>
        </w:rPr>
        <w:t>“, erklärt Meyersieck</w:t>
      </w:r>
      <w:r w:rsidR="00616D83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Im Falle eines Feuers können sich Gefahrensituationen zusätzlich zu einer Massenpanik ausweiten – gerade hier kann eine blitzschnelle Reaktion mithilfe Überwachungstechnik Leben retten.</w:t>
      </w:r>
      <w:r w:rsidR="009C1C31">
        <w:rPr>
          <w:rFonts w:ascii="Arial" w:hAnsi="Arial" w:cs="Arial"/>
          <w:sz w:val="20"/>
          <w:szCs w:val="20"/>
        </w:rPr>
        <w:t xml:space="preserve"> Unerlässlich sind </w:t>
      </w:r>
      <w:r w:rsidR="00101D83">
        <w:rPr>
          <w:rFonts w:ascii="Arial" w:hAnsi="Arial" w:cs="Arial"/>
          <w:sz w:val="20"/>
          <w:szCs w:val="20"/>
        </w:rPr>
        <w:t>in jedem Fall</w:t>
      </w:r>
      <w:r w:rsidR="009468E6">
        <w:rPr>
          <w:rFonts w:ascii="Arial" w:hAnsi="Arial" w:cs="Arial"/>
          <w:sz w:val="20"/>
          <w:szCs w:val="20"/>
        </w:rPr>
        <w:t xml:space="preserve"> die ABUS IP K</w:t>
      </w:r>
      <w:r w:rsidR="009C1C31">
        <w:rPr>
          <w:rFonts w:ascii="Arial" w:hAnsi="Arial" w:cs="Arial"/>
          <w:sz w:val="20"/>
          <w:szCs w:val="20"/>
        </w:rPr>
        <w:t xml:space="preserve">ameras, durch die der Sicherheitsdienst am Eingang in Echtzeit Anweisungen der Zentralstelle erhalten und eingreifen kann. </w:t>
      </w:r>
      <w:r w:rsidR="00BF5C6A">
        <w:rPr>
          <w:rFonts w:ascii="Arial" w:hAnsi="Arial" w:cs="Arial"/>
          <w:sz w:val="20"/>
          <w:szCs w:val="20"/>
        </w:rPr>
        <w:t>Das aufgezeichnete</w:t>
      </w:r>
      <w:r w:rsidR="009C1C31">
        <w:rPr>
          <w:rFonts w:ascii="Arial" w:hAnsi="Arial" w:cs="Arial"/>
          <w:sz w:val="20"/>
          <w:szCs w:val="20"/>
        </w:rPr>
        <w:t xml:space="preserve"> Videomaterial </w:t>
      </w:r>
      <w:r w:rsidR="00300FB7">
        <w:rPr>
          <w:rFonts w:ascii="Arial" w:hAnsi="Arial" w:cs="Arial"/>
          <w:sz w:val="20"/>
          <w:szCs w:val="20"/>
        </w:rPr>
        <w:t xml:space="preserve">mit einer Bildqualität von bis zu 6MPx </w:t>
      </w:r>
      <w:r w:rsidR="00BF5C6A">
        <w:rPr>
          <w:rFonts w:ascii="Arial" w:hAnsi="Arial" w:cs="Arial"/>
          <w:sz w:val="20"/>
          <w:szCs w:val="20"/>
        </w:rPr>
        <w:t xml:space="preserve">kann </w:t>
      </w:r>
      <w:r w:rsidR="009C1C31">
        <w:rPr>
          <w:rFonts w:ascii="Arial" w:hAnsi="Arial" w:cs="Arial"/>
          <w:sz w:val="20"/>
          <w:szCs w:val="20"/>
        </w:rPr>
        <w:t>zur nachträglichen Aufklärung von Vorfällen dienen.</w:t>
      </w:r>
    </w:p>
    <w:p w14:paraId="3F1040A0" w14:textId="77777777" w:rsidR="005C4FB7" w:rsidRDefault="005C4FB7" w:rsidP="005C4FB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Zentralisierte Großraumüberwachung</w:t>
      </w:r>
      <w:r w:rsidRPr="002B2D2E">
        <w:rPr>
          <w:rFonts w:ascii="Arial" w:hAnsi="Arial" w:cs="Arial"/>
          <w:b/>
          <w:sz w:val="20"/>
          <w:szCs w:val="20"/>
        </w:rPr>
        <w:t xml:space="preserve"> zu jeder Tag- und Nachtzeit</w:t>
      </w:r>
    </w:p>
    <w:p w14:paraId="6D8C0BF2" w14:textId="77777777" w:rsidR="00050ECF" w:rsidRDefault="00B64798" w:rsidP="005C4FB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Inklusive des Eingangsbereichs, der</w:t>
      </w:r>
      <w:r w:rsidR="005C4FB7">
        <w:rPr>
          <w:rFonts w:ascii="Arial" w:hAnsi="Arial" w:cs="Arial"/>
          <w:sz w:val="20"/>
          <w:szCs w:val="20"/>
        </w:rPr>
        <w:t xml:space="preserve"> drei Bühnen und </w:t>
      </w:r>
      <w:r w:rsidR="004F14B3">
        <w:rPr>
          <w:rFonts w:ascii="Arial" w:hAnsi="Arial" w:cs="Arial"/>
          <w:sz w:val="20"/>
          <w:szCs w:val="20"/>
        </w:rPr>
        <w:t>der Laufwege</w:t>
      </w:r>
      <w:r>
        <w:rPr>
          <w:rFonts w:ascii="Arial" w:hAnsi="Arial" w:cs="Arial"/>
          <w:sz w:val="20"/>
          <w:szCs w:val="20"/>
        </w:rPr>
        <w:t xml:space="preserve"> deckt das </w:t>
      </w:r>
      <w:r w:rsidR="00C048C3">
        <w:rPr>
          <w:rFonts w:ascii="Arial" w:hAnsi="Arial" w:cs="Arial"/>
          <w:sz w:val="20"/>
          <w:szCs w:val="20"/>
        </w:rPr>
        <w:t xml:space="preserve">ABUS </w:t>
      </w:r>
      <w:r>
        <w:rPr>
          <w:rFonts w:ascii="Arial" w:hAnsi="Arial" w:cs="Arial"/>
          <w:sz w:val="20"/>
          <w:szCs w:val="20"/>
        </w:rPr>
        <w:t>Videoüberwachungssystem einen Großteil des Festivalgeländes ab</w:t>
      </w:r>
      <w:r w:rsidR="005C4FB7">
        <w:rPr>
          <w:rFonts w:ascii="Arial" w:hAnsi="Arial" w:cs="Arial"/>
          <w:sz w:val="20"/>
          <w:szCs w:val="20"/>
        </w:rPr>
        <w:t>.</w:t>
      </w:r>
      <w:r w:rsidR="007574EE">
        <w:rPr>
          <w:rFonts w:ascii="Arial" w:hAnsi="Arial" w:cs="Arial"/>
          <w:sz w:val="20"/>
          <w:szCs w:val="20"/>
        </w:rPr>
        <w:t xml:space="preserve"> Durch die hervorragende Nachtsicht l</w:t>
      </w:r>
      <w:r w:rsidR="00050ECF">
        <w:rPr>
          <w:rFonts w:ascii="Arial" w:hAnsi="Arial" w:cs="Arial"/>
          <w:sz w:val="20"/>
          <w:szCs w:val="20"/>
        </w:rPr>
        <w:t>iefern die Außenk</w:t>
      </w:r>
      <w:r w:rsidR="007574EE">
        <w:rPr>
          <w:rFonts w:ascii="Arial" w:hAnsi="Arial" w:cs="Arial"/>
          <w:sz w:val="20"/>
          <w:szCs w:val="20"/>
        </w:rPr>
        <w:t xml:space="preserve">ameras auch </w:t>
      </w:r>
      <w:r w:rsidR="006032FD">
        <w:rPr>
          <w:rFonts w:ascii="Arial" w:hAnsi="Arial" w:cs="Arial"/>
          <w:sz w:val="20"/>
          <w:szCs w:val="20"/>
        </w:rPr>
        <w:t>bei</w:t>
      </w:r>
      <w:r w:rsidR="007574EE">
        <w:rPr>
          <w:rFonts w:ascii="Arial" w:hAnsi="Arial" w:cs="Arial"/>
          <w:sz w:val="20"/>
          <w:szCs w:val="20"/>
        </w:rPr>
        <w:t xml:space="preserve"> schwierigen Lichtverhältnissen wie zu Dämmerun</w:t>
      </w:r>
      <w:r w:rsidR="00D853B4">
        <w:rPr>
          <w:rFonts w:ascii="Arial" w:hAnsi="Arial" w:cs="Arial"/>
          <w:sz w:val="20"/>
          <w:szCs w:val="20"/>
        </w:rPr>
        <w:t xml:space="preserve">gs- und Nachtstunden ein </w:t>
      </w:r>
      <w:r w:rsidR="00D853B4">
        <w:rPr>
          <w:rFonts w:ascii="Arial" w:hAnsi="Arial" w:cs="Arial"/>
          <w:sz w:val="20"/>
          <w:szCs w:val="20"/>
        </w:rPr>
        <w:lastRenderedPageBreak/>
        <w:t xml:space="preserve">scharfes </w:t>
      </w:r>
      <w:r w:rsidR="006032FD">
        <w:rPr>
          <w:rFonts w:ascii="Arial" w:hAnsi="Arial" w:cs="Arial"/>
          <w:sz w:val="20"/>
          <w:szCs w:val="20"/>
        </w:rPr>
        <w:t xml:space="preserve">und kontrastreiches </w:t>
      </w:r>
      <w:r w:rsidR="007574EE">
        <w:rPr>
          <w:rFonts w:ascii="Arial" w:hAnsi="Arial" w:cs="Arial"/>
          <w:sz w:val="20"/>
          <w:szCs w:val="20"/>
        </w:rPr>
        <w:t>Kamerabild.</w:t>
      </w:r>
      <w:r w:rsidR="005C4FB7">
        <w:rPr>
          <w:rFonts w:ascii="Arial" w:hAnsi="Arial" w:cs="Arial"/>
          <w:sz w:val="20"/>
          <w:szCs w:val="20"/>
        </w:rPr>
        <w:t xml:space="preserve"> </w:t>
      </w:r>
      <w:r w:rsidR="009468E6">
        <w:rPr>
          <w:rFonts w:ascii="Arial" w:hAnsi="Arial" w:cs="Arial"/>
          <w:sz w:val="20"/>
          <w:szCs w:val="20"/>
        </w:rPr>
        <w:t>Mit der Schutzklasse IP</w:t>
      </w:r>
      <w:r w:rsidR="00050ECF">
        <w:rPr>
          <w:rFonts w:ascii="Arial" w:hAnsi="Arial" w:cs="Arial"/>
          <w:sz w:val="20"/>
          <w:szCs w:val="20"/>
        </w:rPr>
        <w:t>66 sind sie zudem für jede Wetterlage gerüstet. Das kommt gerade in der</w:t>
      </w:r>
      <w:r w:rsidR="00BF5C6A">
        <w:rPr>
          <w:rFonts w:ascii="Arial" w:hAnsi="Arial" w:cs="Arial"/>
          <w:sz w:val="20"/>
          <w:szCs w:val="20"/>
        </w:rPr>
        <w:t xml:space="preserve"> Festival-Hauptsaison August, bei der</w:t>
      </w:r>
      <w:r w:rsidR="00050ECF">
        <w:rPr>
          <w:rFonts w:ascii="Arial" w:hAnsi="Arial" w:cs="Arial"/>
          <w:sz w:val="20"/>
          <w:szCs w:val="20"/>
        </w:rPr>
        <w:t xml:space="preserve"> das Wetter stündlich von Sonnenschein auf Sommergewitter wechseln kann, zum Tragen. </w:t>
      </w:r>
    </w:p>
    <w:p w14:paraId="30B32A3E" w14:textId="64A0F423" w:rsidR="005C4FB7" w:rsidRPr="002B2D2E" w:rsidRDefault="005C4FB7" w:rsidP="005C4FB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 die vielen Kameraperspektiven</w:t>
      </w:r>
      <w:r w:rsidR="00D93F48">
        <w:rPr>
          <w:rFonts w:ascii="Arial" w:hAnsi="Arial" w:cs="Arial"/>
          <w:sz w:val="20"/>
          <w:szCs w:val="20"/>
        </w:rPr>
        <w:t xml:space="preserve"> für das Sicherheitspersonal</w:t>
      </w:r>
      <w:r>
        <w:rPr>
          <w:rFonts w:ascii="Arial" w:hAnsi="Arial" w:cs="Arial"/>
          <w:sz w:val="20"/>
          <w:szCs w:val="20"/>
        </w:rPr>
        <w:t xml:space="preserve"> zu</w:t>
      </w:r>
      <w:r w:rsidR="00D93F48">
        <w:rPr>
          <w:rFonts w:ascii="Arial" w:hAnsi="Arial" w:cs="Arial"/>
          <w:sz w:val="20"/>
          <w:szCs w:val="20"/>
        </w:rPr>
        <w:t xml:space="preserve"> nutzen, wurden die Kameraeinstellungen</w:t>
      </w:r>
      <w:r>
        <w:rPr>
          <w:rFonts w:ascii="Arial" w:hAnsi="Arial" w:cs="Arial"/>
          <w:sz w:val="20"/>
          <w:szCs w:val="20"/>
        </w:rPr>
        <w:t xml:space="preserve"> </w:t>
      </w:r>
      <w:r w:rsidR="00B64798">
        <w:rPr>
          <w:rFonts w:ascii="Arial" w:hAnsi="Arial" w:cs="Arial"/>
          <w:sz w:val="20"/>
          <w:szCs w:val="20"/>
        </w:rPr>
        <w:t xml:space="preserve">an einer zentralen Überwachungsstation </w:t>
      </w:r>
      <w:r>
        <w:rPr>
          <w:rFonts w:ascii="Arial" w:hAnsi="Arial" w:cs="Arial"/>
          <w:sz w:val="20"/>
          <w:szCs w:val="20"/>
        </w:rPr>
        <w:t xml:space="preserve">gebündelt und mithilfe eines ABUS </w:t>
      </w:r>
      <w:r w:rsidR="00766A33">
        <w:rPr>
          <w:rFonts w:ascii="Arial" w:hAnsi="Arial" w:cs="Arial"/>
          <w:sz w:val="20"/>
          <w:szCs w:val="20"/>
        </w:rPr>
        <w:t>8-Kanal Netzwerkrekorders</w:t>
      </w:r>
      <w:r>
        <w:rPr>
          <w:rFonts w:ascii="Arial" w:hAnsi="Arial" w:cs="Arial"/>
          <w:sz w:val="20"/>
          <w:szCs w:val="20"/>
        </w:rPr>
        <w:t xml:space="preserve"> aufgezeichnet. </w:t>
      </w:r>
      <w:r w:rsidR="00B64798">
        <w:rPr>
          <w:rFonts w:ascii="Arial" w:hAnsi="Arial" w:cs="Arial"/>
          <w:sz w:val="20"/>
          <w:szCs w:val="20"/>
        </w:rPr>
        <w:t>Der</w:t>
      </w:r>
      <w:r w:rsidR="006032FD">
        <w:rPr>
          <w:rFonts w:ascii="Arial" w:hAnsi="Arial" w:cs="Arial"/>
          <w:sz w:val="20"/>
          <w:szCs w:val="20"/>
        </w:rPr>
        <w:t xml:space="preserve"> Rekorder</w:t>
      </w:r>
      <w:r>
        <w:rPr>
          <w:rFonts w:ascii="Arial" w:hAnsi="Arial" w:cs="Arial"/>
          <w:sz w:val="20"/>
          <w:szCs w:val="20"/>
        </w:rPr>
        <w:t xml:space="preserve"> </w:t>
      </w:r>
      <w:r w:rsidR="00D853B4">
        <w:rPr>
          <w:rFonts w:ascii="Arial" w:hAnsi="Arial" w:cs="Arial"/>
          <w:sz w:val="20"/>
          <w:szCs w:val="20"/>
        </w:rPr>
        <w:t>nimmt</w:t>
      </w:r>
      <w:r w:rsidR="00B64798">
        <w:rPr>
          <w:rFonts w:ascii="Arial" w:hAnsi="Arial" w:cs="Arial"/>
          <w:sz w:val="20"/>
          <w:szCs w:val="20"/>
        </w:rPr>
        <w:t xml:space="preserve"> dabei</w:t>
      </w:r>
      <w:r>
        <w:rPr>
          <w:rFonts w:ascii="Arial" w:hAnsi="Arial" w:cs="Arial"/>
          <w:sz w:val="20"/>
          <w:szCs w:val="20"/>
        </w:rPr>
        <w:t xml:space="preserve"> hochauflösendes Material </w:t>
      </w:r>
      <w:r w:rsidR="00BF5C6A">
        <w:rPr>
          <w:rFonts w:ascii="Arial" w:hAnsi="Arial" w:cs="Arial"/>
          <w:sz w:val="20"/>
          <w:szCs w:val="20"/>
        </w:rPr>
        <w:t xml:space="preserve">auf, was einer nachträglichen Aufklärung </w:t>
      </w:r>
      <w:r w:rsidR="00C529CE">
        <w:rPr>
          <w:rFonts w:ascii="Arial" w:hAnsi="Arial" w:cs="Arial"/>
          <w:sz w:val="20"/>
          <w:szCs w:val="20"/>
        </w:rPr>
        <w:t>dienen kann</w:t>
      </w:r>
      <w:r w:rsidR="00BF5C6A">
        <w:rPr>
          <w:rFonts w:ascii="Arial" w:hAnsi="Arial" w:cs="Arial"/>
          <w:sz w:val="20"/>
          <w:szCs w:val="20"/>
        </w:rPr>
        <w:t xml:space="preserve">. </w:t>
      </w:r>
    </w:p>
    <w:p w14:paraId="64685294" w14:textId="77777777" w:rsidR="000A313E" w:rsidRDefault="00616D83" w:rsidP="000A313E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</w:t>
      </w:r>
      <w:r w:rsidR="003F3E5A">
        <w:rPr>
          <w:rFonts w:ascii="Arial" w:hAnsi="Arial" w:cs="Arial"/>
          <w:b/>
          <w:sz w:val="20"/>
          <w:szCs w:val="20"/>
        </w:rPr>
        <w:t xml:space="preserve"> </w:t>
      </w:r>
      <w:r w:rsidR="009F5D81">
        <w:rPr>
          <w:rFonts w:ascii="Arial" w:hAnsi="Arial" w:cs="Arial"/>
          <w:b/>
          <w:sz w:val="20"/>
          <w:szCs w:val="20"/>
        </w:rPr>
        <w:t>der App</w:t>
      </w:r>
      <w:r>
        <w:rPr>
          <w:rFonts w:ascii="Arial" w:hAnsi="Arial" w:cs="Arial"/>
          <w:b/>
          <w:sz w:val="20"/>
          <w:szCs w:val="20"/>
        </w:rPr>
        <w:t xml:space="preserve"> das </w:t>
      </w:r>
      <w:r w:rsidR="00D6035C">
        <w:rPr>
          <w:rFonts w:ascii="Arial" w:hAnsi="Arial" w:cs="Arial"/>
          <w:b/>
          <w:sz w:val="20"/>
          <w:szCs w:val="20"/>
        </w:rPr>
        <w:t>gesamte</w:t>
      </w:r>
      <w:r>
        <w:rPr>
          <w:rFonts w:ascii="Arial" w:hAnsi="Arial" w:cs="Arial"/>
          <w:b/>
          <w:sz w:val="20"/>
          <w:szCs w:val="20"/>
        </w:rPr>
        <w:t xml:space="preserve"> Festivalgelände</w:t>
      </w:r>
      <w:r w:rsidR="009F5D81">
        <w:rPr>
          <w:rFonts w:ascii="Arial" w:hAnsi="Arial" w:cs="Arial"/>
          <w:b/>
          <w:sz w:val="20"/>
          <w:szCs w:val="20"/>
        </w:rPr>
        <w:t xml:space="preserve"> </w:t>
      </w:r>
      <w:r w:rsidR="00847973">
        <w:rPr>
          <w:rFonts w:ascii="Arial" w:hAnsi="Arial" w:cs="Arial"/>
          <w:b/>
          <w:sz w:val="20"/>
          <w:szCs w:val="20"/>
        </w:rPr>
        <w:t>im</w:t>
      </w:r>
      <w:r w:rsidR="009F5D81">
        <w:rPr>
          <w:rFonts w:ascii="Arial" w:hAnsi="Arial" w:cs="Arial"/>
          <w:b/>
          <w:sz w:val="20"/>
          <w:szCs w:val="20"/>
        </w:rPr>
        <w:t xml:space="preserve"> Blick</w:t>
      </w:r>
    </w:p>
    <w:p w14:paraId="1134F19A" w14:textId="77777777" w:rsidR="00B0137D" w:rsidRPr="00B0137D" w:rsidRDefault="00D6035C" w:rsidP="000A313E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Neben dem zentralen Monitor bietet auch die App jederzeit Einblick </w:t>
      </w:r>
      <w:r w:rsidR="00CC338F">
        <w:rPr>
          <w:rFonts w:ascii="Arial" w:hAnsi="Arial" w:cs="Arial"/>
          <w:sz w:val="20"/>
          <w:szCs w:val="20"/>
        </w:rPr>
        <w:t xml:space="preserve">auf das Live-Bild </w:t>
      </w:r>
      <w:r w:rsidR="00847973">
        <w:rPr>
          <w:rFonts w:ascii="Arial" w:hAnsi="Arial" w:cs="Arial"/>
          <w:sz w:val="20"/>
          <w:szCs w:val="20"/>
        </w:rPr>
        <w:t>aller</w:t>
      </w:r>
      <w:r>
        <w:rPr>
          <w:rFonts w:ascii="Arial" w:hAnsi="Arial" w:cs="Arial"/>
          <w:sz w:val="20"/>
          <w:szCs w:val="20"/>
        </w:rPr>
        <w:t xml:space="preserve"> </w:t>
      </w:r>
      <w:r w:rsidR="00CC338F">
        <w:rPr>
          <w:rFonts w:ascii="Arial" w:hAnsi="Arial" w:cs="Arial"/>
          <w:sz w:val="20"/>
          <w:szCs w:val="20"/>
        </w:rPr>
        <w:t xml:space="preserve">Kameras – so ermöglicht das Videoüberwachungssystem von ABUS neben Sicherheit </w:t>
      </w:r>
      <w:r w:rsidR="00847973">
        <w:rPr>
          <w:rFonts w:ascii="Arial" w:hAnsi="Arial" w:cs="Arial"/>
          <w:sz w:val="20"/>
          <w:szCs w:val="20"/>
        </w:rPr>
        <w:t>auch</w:t>
      </w:r>
      <w:r w:rsidR="00CC338F">
        <w:rPr>
          <w:rFonts w:ascii="Arial" w:hAnsi="Arial" w:cs="Arial"/>
          <w:sz w:val="20"/>
          <w:szCs w:val="20"/>
        </w:rPr>
        <w:t xml:space="preserve"> eine komfortable Überprüfung der Lage</w:t>
      </w:r>
      <w:r w:rsidR="00FD5A43">
        <w:rPr>
          <w:rFonts w:ascii="Arial" w:hAnsi="Arial" w:cs="Arial"/>
          <w:sz w:val="20"/>
          <w:szCs w:val="20"/>
        </w:rPr>
        <w:t xml:space="preserve"> von unterwegs</w:t>
      </w:r>
      <w:r w:rsidR="00CC338F">
        <w:rPr>
          <w:rFonts w:ascii="Arial" w:hAnsi="Arial" w:cs="Arial"/>
          <w:sz w:val="20"/>
          <w:szCs w:val="20"/>
        </w:rPr>
        <w:t>.</w:t>
      </w:r>
      <w:r w:rsidR="00FD5A43">
        <w:rPr>
          <w:rFonts w:ascii="Arial" w:hAnsi="Arial" w:cs="Arial"/>
          <w:sz w:val="20"/>
          <w:szCs w:val="20"/>
        </w:rPr>
        <w:t xml:space="preserve"> Dies kommt vor Allem dem</w:t>
      </w:r>
      <w:r w:rsidR="00125AAF">
        <w:rPr>
          <w:rFonts w:ascii="Arial" w:hAnsi="Arial" w:cs="Arial"/>
          <w:sz w:val="20"/>
          <w:szCs w:val="20"/>
        </w:rPr>
        <w:t xml:space="preserve"> Veranstalter</w:t>
      </w:r>
      <w:r w:rsidR="00FD5A43">
        <w:rPr>
          <w:rFonts w:ascii="Arial" w:hAnsi="Arial" w:cs="Arial"/>
          <w:sz w:val="20"/>
          <w:szCs w:val="20"/>
        </w:rPr>
        <w:t xml:space="preserve"> zugute, der über die Festivaltage </w:t>
      </w:r>
      <w:r w:rsidR="00847973">
        <w:rPr>
          <w:rFonts w:ascii="Arial" w:hAnsi="Arial" w:cs="Arial"/>
          <w:sz w:val="20"/>
          <w:szCs w:val="20"/>
        </w:rPr>
        <w:t>nie längere Zeit an einem Ort</w:t>
      </w:r>
      <w:r w:rsidR="00FD5A43">
        <w:rPr>
          <w:rFonts w:ascii="Arial" w:hAnsi="Arial" w:cs="Arial"/>
          <w:sz w:val="20"/>
          <w:szCs w:val="20"/>
        </w:rPr>
        <w:t xml:space="preserve"> ist. </w:t>
      </w:r>
      <w:r w:rsidR="00B0137D">
        <w:rPr>
          <w:rFonts w:ascii="Arial" w:hAnsi="Arial" w:cs="Arial"/>
          <w:sz w:val="20"/>
          <w:szCs w:val="20"/>
        </w:rPr>
        <w:t>„</w:t>
      </w:r>
      <w:r w:rsidR="00241AA2">
        <w:rPr>
          <w:rFonts w:ascii="Arial" w:hAnsi="Arial" w:cs="Arial"/>
          <w:sz w:val="20"/>
          <w:szCs w:val="20"/>
        </w:rPr>
        <w:t>Ich</w:t>
      </w:r>
      <w:r w:rsidR="00FD5A43">
        <w:rPr>
          <w:rFonts w:ascii="Arial" w:hAnsi="Arial" w:cs="Arial"/>
          <w:sz w:val="20"/>
          <w:szCs w:val="20"/>
        </w:rPr>
        <w:t xml:space="preserve"> bin mit dem Videoüberwachu</w:t>
      </w:r>
      <w:r w:rsidR="00C048C3">
        <w:rPr>
          <w:rFonts w:ascii="Arial" w:hAnsi="Arial" w:cs="Arial"/>
          <w:sz w:val="20"/>
          <w:szCs w:val="20"/>
        </w:rPr>
        <w:t>ngssystem von ABUS enorm zufrieden</w:t>
      </w:r>
      <w:r w:rsidR="00125AAF">
        <w:rPr>
          <w:rFonts w:ascii="Arial" w:hAnsi="Arial" w:cs="Arial"/>
          <w:sz w:val="20"/>
          <w:szCs w:val="20"/>
        </w:rPr>
        <w:t>“, so Meyersieck. „</w:t>
      </w:r>
      <w:r w:rsidR="008A7B25">
        <w:rPr>
          <w:rFonts w:ascii="Arial" w:hAnsi="Arial" w:cs="Arial"/>
          <w:sz w:val="20"/>
          <w:szCs w:val="20"/>
        </w:rPr>
        <w:t xml:space="preserve">Mit ABUS kann ich als Veranstalter dafür sorgen, dass die Besucher sicher und mit dem Klang ihrer Lieblingslieder im Ohr vom Festival </w:t>
      </w:r>
      <w:r w:rsidR="00856568">
        <w:rPr>
          <w:rFonts w:ascii="Arial" w:hAnsi="Arial" w:cs="Arial"/>
          <w:sz w:val="20"/>
          <w:szCs w:val="20"/>
        </w:rPr>
        <w:t xml:space="preserve">wieder </w:t>
      </w:r>
      <w:r w:rsidR="008A7B25">
        <w:rPr>
          <w:rFonts w:ascii="Arial" w:hAnsi="Arial" w:cs="Arial"/>
          <w:sz w:val="20"/>
          <w:szCs w:val="20"/>
        </w:rPr>
        <w:t>nach Hause kommen</w:t>
      </w:r>
      <w:r w:rsidR="00125AAF">
        <w:rPr>
          <w:rFonts w:ascii="Arial" w:hAnsi="Arial" w:cs="Arial"/>
          <w:sz w:val="20"/>
          <w:szCs w:val="20"/>
        </w:rPr>
        <w:t>.“</w:t>
      </w:r>
    </w:p>
    <w:sectPr w:rsidR="00B0137D" w:rsidRPr="00B0137D" w:rsidSect="00772EAB">
      <w:headerReference w:type="default" r:id="rId7"/>
      <w:headerReference w:type="first" r:id="rId8"/>
      <w:pgSz w:w="11906" w:h="16838"/>
      <w:pgMar w:top="1985" w:right="1417" w:bottom="1134" w:left="1134" w:header="0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B6C00" w14:textId="77777777" w:rsidR="006A416C" w:rsidRDefault="006A416C" w:rsidP="007548EC">
      <w:pPr>
        <w:spacing w:after="0" w:line="240" w:lineRule="auto"/>
      </w:pPr>
      <w:r>
        <w:separator/>
      </w:r>
    </w:p>
  </w:endnote>
  <w:endnote w:type="continuationSeparator" w:id="0">
    <w:p w14:paraId="52A5E927" w14:textId="77777777" w:rsidR="006A416C" w:rsidRDefault="006A416C" w:rsidP="0075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6F2D1" w14:textId="77777777" w:rsidR="006A416C" w:rsidRDefault="006A416C" w:rsidP="007548EC">
      <w:pPr>
        <w:spacing w:after="0" w:line="240" w:lineRule="auto"/>
      </w:pPr>
      <w:r>
        <w:separator/>
      </w:r>
    </w:p>
  </w:footnote>
  <w:footnote w:type="continuationSeparator" w:id="0">
    <w:p w14:paraId="0F1D386B" w14:textId="77777777" w:rsidR="006A416C" w:rsidRDefault="006A416C" w:rsidP="0075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8D384" w14:textId="77777777" w:rsidR="00173FA1" w:rsidRDefault="00173FA1" w:rsidP="007548EC">
    <w:pPr>
      <w:pStyle w:val="Kopfzeile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2DDB7" w14:textId="77777777" w:rsidR="00173FA1" w:rsidRDefault="00173FA1" w:rsidP="005A1E0A">
    <w:pPr>
      <w:pStyle w:val="Kopfzeile"/>
      <w:ind w:hanging="1134"/>
    </w:pPr>
    <w:r w:rsidRPr="005A1E0A">
      <w:rPr>
        <w:noProof/>
      </w:rPr>
      <w:drawing>
        <wp:inline distT="0" distB="0" distL="0" distR="0" wp14:anchorId="68D2AFB5" wp14:editId="75ABA936">
          <wp:extent cx="7537552" cy="1434566"/>
          <wp:effectExtent l="19050" t="0" r="6248" b="0"/>
          <wp:docPr id="2" name="Grafik 0" descr="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024-PressemitteilungsKopf-L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8520" cy="1434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BD"/>
    <w:rsid w:val="00003813"/>
    <w:rsid w:val="00005A97"/>
    <w:rsid w:val="0000647E"/>
    <w:rsid w:val="0001586E"/>
    <w:rsid w:val="00016374"/>
    <w:rsid w:val="00021A02"/>
    <w:rsid w:val="0002590A"/>
    <w:rsid w:val="00031634"/>
    <w:rsid w:val="00033AD3"/>
    <w:rsid w:val="0003573D"/>
    <w:rsid w:val="00037302"/>
    <w:rsid w:val="0004037A"/>
    <w:rsid w:val="00042B84"/>
    <w:rsid w:val="00046D13"/>
    <w:rsid w:val="00050ECF"/>
    <w:rsid w:val="0005709A"/>
    <w:rsid w:val="00060046"/>
    <w:rsid w:val="000621E8"/>
    <w:rsid w:val="00062A6F"/>
    <w:rsid w:val="00066333"/>
    <w:rsid w:val="000755E5"/>
    <w:rsid w:val="00077945"/>
    <w:rsid w:val="00081F5A"/>
    <w:rsid w:val="00096976"/>
    <w:rsid w:val="00097B82"/>
    <w:rsid w:val="000A313E"/>
    <w:rsid w:val="000A494E"/>
    <w:rsid w:val="000B4582"/>
    <w:rsid w:val="000B5EE7"/>
    <w:rsid w:val="000C0C91"/>
    <w:rsid w:val="000C0E5A"/>
    <w:rsid w:val="000C12DB"/>
    <w:rsid w:val="000C6FD2"/>
    <w:rsid w:val="000C732B"/>
    <w:rsid w:val="000D48E5"/>
    <w:rsid w:val="000D59C9"/>
    <w:rsid w:val="000E279D"/>
    <w:rsid w:val="000F0559"/>
    <w:rsid w:val="000F5903"/>
    <w:rsid w:val="000F78A2"/>
    <w:rsid w:val="00101D83"/>
    <w:rsid w:val="00102ED0"/>
    <w:rsid w:val="00104713"/>
    <w:rsid w:val="001071E2"/>
    <w:rsid w:val="00112498"/>
    <w:rsid w:val="00113327"/>
    <w:rsid w:val="001218E7"/>
    <w:rsid w:val="00123574"/>
    <w:rsid w:val="00125AAF"/>
    <w:rsid w:val="001276C4"/>
    <w:rsid w:val="00140AAA"/>
    <w:rsid w:val="00160761"/>
    <w:rsid w:val="00162060"/>
    <w:rsid w:val="00164809"/>
    <w:rsid w:val="00166854"/>
    <w:rsid w:val="001722C7"/>
    <w:rsid w:val="00173FA1"/>
    <w:rsid w:val="001747DD"/>
    <w:rsid w:val="00187BC9"/>
    <w:rsid w:val="0019265A"/>
    <w:rsid w:val="00196F21"/>
    <w:rsid w:val="001A2096"/>
    <w:rsid w:val="001A23F0"/>
    <w:rsid w:val="001A3BA2"/>
    <w:rsid w:val="001A5EAD"/>
    <w:rsid w:val="001A6AEA"/>
    <w:rsid w:val="001B116A"/>
    <w:rsid w:val="001B1491"/>
    <w:rsid w:val="001B2B7C"/>
    <w:rsid w:val="001C2896"/>
    <w:rsid w:val="001C4825"/>
    <w:rsid w:val="001C79B8"/>
    <w:rsid w:val="001D37BB"/>
    <w:rsid w:val="001E3AF6"/>
    <w:rsid w:val="001E3B52"/>
    <w:rsid w:val="001F61FD"/>
    <w:rsid w:val="00201FE3"/>
    <w:rsid w:val="00205C60"/>
    <w:rsid w:val="00214F8D"/>
    <w:rsid w:val="00216018"/>
    <w:rsid w:val="00216680"/>
    <w:rsid w:val="00237E1B"/>
    <w:rsid w:val="00241AA2"/>
    <w:rsid w:val="00247F8A"/>
    <w:rsid w:val="00260CAE"/>
    <w:rsid w:val="00261FFE"/>
    <w:rsid w:val="00270C52"/>
    <w:rsid w:val="0027303A"/>
    <w:rsid w:val="00280AE7"/>
    <w:rsid w:val="00291EEA"/>
    <w:rsid w:val="00292A37"/>
    <w:rsid w:val="0029713A"/>
    <w:rsid w:val="002A2FFB"/>
    <w:rsid w:val="002B0FE5"/>
    <w:rsid w:val="002B2B67"/>
    <w:rsid w:val="002B2D2E"/>
    <w:rsid w:val="002B2E71"/>
    <w:rsid w:val="002B3932"/>
    <w:rsid w:val="002B7075"/>
    <w:rsid w:val="002B756F"/>
    <w:rsid w:val="002C0214"/>
    <w:rsid w:val="002C0946"/>
    <w:rsid w:val="002C1942"/>
    <w:rsid w:val="002C41F9"/>
    <w:rsid w:val="002C4705"/>
    <w:rsid w:val="002D1C9A"/>
    <w:rsid w:val="002D466C"/>
    <w:rsid w:val="002D7614"/>
    <w:rsid w:val="002E334C"/>
    <w:rsid w:val="002F1B9E"/>
    <w:rsid w:val="002F478F"/>
    <w:rsid w:val="00300FB7"/>
    <w:rsid w:val="00302515"/>
    <w:rsid w:val="003065A7"/>
    <w:rsid w:val="00314649"/>
    <w:rsid w:val="00336DEB"/>
    <w:rsid w:val="00351BB3"/>
    <w:rsid w:val="00352C9C"/>
    <w:rsid w:val="0036266D"/>
    <w:rsid w:val="00364AD1"/>
    <w:rsid w:val="00366275"/>
    <w:rsid w:val="003665B5"/>
    <w:rsid w:val="00367176"/>
    <w:rsid w:val="00374223"/>
    <w:rsid w:val="00375D6B"/>
    <w:rsid w:val="003878A4"/>
    <w:rsid w:val="00391100"/>
    <w:rsid w:val="003A216A"/>
    <w:rsid w:val="003A2E57"/>
    <w:rsid w:val="003A5DD8"/>
    <w:rsid w:val="003A772D"/>
    <w:rsid w:val="003B179D"/>
    <w:rsid w:val="003B4B62"/>
    <w:rsid w:val="003B5C0C"/>
    <w:rsid w:val="003C76ED"/>
    <w:rsid w:val="003D6003"/>
    <w:rsid w:val="003D7CFA"/>
    <w:rsid w:val="003E11AF"/>
    <w:rsid w:val="003E275B"/>
    <w:rsid w:val="003E3AEB"/>
    <w:rsid w:val="003E6FE5"/>
    <w:rsid w:val="003F3E5A"/>
    <w:rsid w:val="0040272D"/>
    <w:rsid w:val="00406718"/>
    <w:rsid w:val="0040759B"/>
    <w:rsid w:val="00410260"/>
    <w:rsid w:val="00411445"/>
    <w:rsid w:val="00415DC4"/>
    <w:rsid w:val="00416471"/>
    <w:rsid w:val="004223B9"/>
    <w:rsid w:val="00427784"/>
    <w:rsid w:val="00431071"/>
    <w:rsid w:val="004337CB"/>
    <w:rsid w:val="0043544D"/>
    <w:rsid w:val="00436227"/>
    <w:rsid w:val="00457816"/>
    <w:rsid w:val="00461074"/>
    <w:rsid w:val="004642FF"/>
    <w:rsid w:val="00475DDF"/>
    <w:rsid w:val="004822CC"/>
    <w:rsid w:val="00482499"/>
    <w:rsid w:val="00484F25"/>
    <w:rsid w:val="004853FB"/>
    <w:rsid w:val="004870D7"/>
    <w:rsid w:val="0049092A"/>
    <w:rsid w:val="00495516"/>
    <w:rsid w:val="00495786"/>
    <w:rsid w:val="004C23AA"/>
    <w:rsid w:val="004C440D"/>
    <w:rsid w:val="004D0ED1"/>
    <w:rsid w:val="004D11A7"/>
    <w:rsid w:val="004D3599"/>
    <w:rsid w:val="004E5854"/>
    <w:rsid w:val="004E5C00"/>
    <w:rsid w:val="004F14B3"/>
    <w:rsid w:val="00500B8B"/>
    <w:rsid w:val="00507E5D"/>
    <w:rsid w:val="005128EB"/>
    <w:rsid w:val="0051519C"/>
    <w:rsid w:val="00524B7D"/>
    <w:rsid w:val="005267D5"/>
    <w:rsid w:val="00530EA6"/>
    <w:rsid w:val="00536C0D"/>
    <w:rsid w:val="005500DD"/>
    <w:rsid w:val="005535E4"/>
    <w:rsid w:val="00554AF4"/>
    <w:rsid w:val="0056045E"/>
    <w:rsid w:val="00560E60"/>
    <w:rsid w:val="00563F17"/>
    <w:rsid w:val="00567F8B"/>
    <w:rsid w:val="005951BC"/>
    <w:rsid w:val="005A150E"/>
    <w:rsid w:val="005A1E0A"/>
    <w:rsid w:val="005A6B7C"/>
    <w:rsid w:val="005B3DA3"/>
    <w:rsid w:val="005C044D"/>
    <w:rsid w:val="005C137D"/>
    <w:rsid w:val="005C4FB7"/>
    <w:rsid w:val="005C65B1"/>
    <w:rsid w:val="005C6EB7"/>
    <w:rsid w:val="005C7FD3"/>
    <w:rsid w:val="005D065F"/>
    <w:rsid w:val="005E3838"/>
    <w:rsid w:val="005E4343"/>
    <w:rsid w:val="005F38AF"/>
    <w:rsid w:val="00602612"/>
    <w:rsid w:val="006032FD"/>
    <w:rsid w:val="00604E3E"/>
    <w:rsid w:val="00607CD7"/>
    <w:rsid w:val="006142DA"/>
    <w:rsid w:val="00616D83"/>
    <w:rsid w:val="006259BC"/>
    <w:rsid w:val="00630373"/>
    <w:rsid w:val="00636D0B"/>
    <w:rsid w:val="00646518"/>
    <w:rsid w:val="0064721F"/>
    <w:rsid w:val="00651BE3"/>
    <w:rsid w:val="006557B9"/>
    <w:rsid w:val="006656ED"/>
    <w:rsid w:val="00665EAD"/>
    <w:rsid w:val="006742D9"/>
    <w:rsid w:val="00676B07"/>
    <w:rsid w:val="00680309"/>
    <w:rsid w:val="0068173D"/>
    <w:rsid w:val="00687BC5"/>
    <w:rsid w:val="0069555F"/>
    <w:rsid w:val="00695ED2"/>
    <w:rsid w:val="006A416C"/>
    <w:rsid w:val="006B6F6F"/>
    <w:rsid w:val="006B7131"/>
    <w:rsid w:val="006B7797"/>
    <w:rsid w:val="006D0C1D"/>
    <w:rsid w:val="006D0DCE"/>
    <w:rsid w:val="006D4DA5"/>
    <w:rsid w:val="006D5990"/>
    <w:rsid w:val="006E069B"/>
    <w:rsid w:val="006F23BD"/>
    <w:rsid w:val="007030BA"/>
    <w:rsid w:val="007130E7"/>
    <w:rsid w:val="00717AC9"/>
    <w:rsid w:val="007211F2"/>
    <w:rsid w:val="00727EE7"/>
    <w:rsid w:val="00731D97"/>
    <w:rsid w:val="007344AF"/>
    <w:rsid w:val="007436ED"/>
    <w:rsid w:val="00744877"/>
    <w:rsid w:val="007548EC"/>
    <w:rsid w:val="0075502C"/>
    <w:rsid w:val="00755D7B"/>
    <w:rsid w:val="007574EE"/>
    <w:rsid w:val="0076304D"/>
    <w:rsid w:val="0076595D"/>
    <w:rsid w:val="007664A9"/>
    <w:rsid w:val="0076673B"/>
    <w:rsid w:val="00766A33"/>
    <w:rsid w:val="00766E88"/>
    <w:rsid w:val="00770612"/>
    <w:rsid w:val="00772EAB"/>
    <w:rsid w:val="007738C6"/>
    <w:rsid w:val="00774FE0"/>
    <w:rsid w:val="00784DCB"/>
    <w:rsid w:val="00786567"/>
    <w:rsid w:val="007942B6"/>
    <w:rsid w:val="007956CD"/>
    <w:rsid w:val="007A2E75"/>
    <w:rsid w:val="007A3F67"/>
    <w:rsid w:val="007A7301"/>
    <w:rsid w:val="007B25BA"/>
    <w:rsid w:val="007B2F7F"/>
    <w:rsid w:val="007B54D4"/>
    <w:rsid w:val="007D1694"/>
    <w:rsid w:val="007D3D5D"/>
    <w:rsid w:val="007D4338"/>
    <w:rsid w:val="007E576A"/>
    <w:rsid w:val="007F6F7E"/>
    <w:rsid w:val="0080496F"/>
    <w:rsid w:val="008063CD"/>
    <w:rsid w:val="00811C1A"/>
    <w:rsid w:val="008276B1"/>
    <w:rsid w:val="00830BA3"/>
    <w:rsid w:val="00831237"/>
    <w:rsid w:val="00834634"/>
    <w:rsid w:val="00842C29"/>
    <w:rsid w:val="0084667F"/>
    <w:rsid w:val="00847973"/>
    <w:rsid w:val="00850AB4"/>
    <w:rsid w:val="0085558E"/>
    <w:rsid w:val="00856568"/>
    <w:rsid w:val="0085730A"/>
    <w:rsid w:val="00862A0C"/>
    <w:rsid w:val="008872D2"/>
    <w:rsid w:val="0089512E"/>
    <w:rsid w:val="00897F5E"/>
    <w:rsid w:val="008A1701"/>
    <w:rsid w:val="008A3518"/>
    <w:rsid w:val="008A7B25"/>
    <w:rsid w:val="008B07E1"/>
    <w:rsid w:val="008B7AD7"/>
    <w:rsid w:val="008C13E6"/>
    <w:rsid w:val="008C1D24"/>
    <w:rsid w:val="008C32F2"/>
    <w:rsid w:val="008C7FF2"/>
    <w:rsid w:val="008D3DFC"/>
    <w:rsid w:val="008E737F"/>
    <w:rsid w:val="008E74ED"/>
    <w:rsid w:val="008F243E"/>
    <w:rsid w:val="008F4058"/>
    <w:rsid w:val="008F4D07"/>
    <w:rsid w:val="008F52D9"/>
    <w:rsid w:val="00907C2D"/>
    <w:rsid w:val="009104A1"/>
    <w:rsid w:val="009176C4"/>
    <w:rsid w:val="009241F5"/>
    <w:rsid w:val="00924745"/>
    <w:rsid w:val="00927E9E"/>
    <w:rsid w:val="0094014B"/>
    <w:rsid w:val="00940551"/>
    <w:rsid w:val="00941499"/>
    <w:rsid w:val="009463F6"/>
    <w:rsid w:val="009468E6"/>
    <w:rsid w:val="009509C9"/>
    <w:rsid w:val="00957DA1"/>
    <w:rsid w:val="00963964"/>
    <w:rsid w:val="00966B69"/>
    <w:rsid w:val="009721DB"/>
    <w:rsid w:val="009774BB"/>
    <w:rsid w:val="00983FA0"/>
    <w:rsid w:val="00985544"/>
    <w:rsid w:val="00986B55"/>
    <w:rsid w:val="009879BC"/>
    <w:rsid w:val="0099231E"/>
    <w:rsid w:val="009A487E"/>
    <w:rsid w:val="009B36F2"/>
    <w:rsid w:val="009C1C31"/>
    <w:rsid w:val="009C44FE"/>
    <w:rsid w:val="009C50C3"/>
    <w:rsid w:val="009C7B7C"/>
    <w:rsid w:val="009D2F66"/>
    <w:rsid w:val="009E036F"/>
    <w:rsid w:val="009E3984"/>
    <w:rsid w:val="009F152D"/>
    <w:rsid w:val="009F3C32"/>
    <w:rsid w:val="009F5D81"/>
    <w:rsid w:val="00A022B7"/>
    <w:rsid w:val="00A045E4"/>
    <w:rsid w:val="00A05198"/>
    <w:rsid w:val="00A10318"/>
    <w:rsid w:val="00A1035B"/>
    <w:rsid w:val="00A134E7"/>
    <w:rsid w:val="00A16FAD"/>
    <w:rsid w:val="00A176CD"/>
    <w:rsid w:val="00A40B34"/>
    <w:rsid w:val="00A46BB8"/>
    <w:rsid w:val="00A504C5"/>
    <w:rsid w:val="00A535E2"/>
    <w:rsid w:val="00A56FF2"/>
    <w:rsid w:val="00A60AB9"/>
    <w:rsid w:val="00A65A79"/>
    <w:rsid w:val="00A75353"/>
    <w:rsid w:val="00A76547"/>
    <w:rsid w:val="00A80FF8"/>
    <w:rsid w:val="00A83060"/>
    <w:rsid w:val="00A920C8"/>
    <w:rsid w:val="00A95868"/>
    <w:rsid w:val="00A97F7D"/>
    <w:rsid w:val="00AA12FE"/>
    <w:rsid w:val="00AA4744"/>
    <w:rsid w:val="00AA4DF3"/>
    <w:rsid w:val="00AB334B"/>
    <w:rsid w:val="00AB6A72"/>
    <w:rsid w:val="00AC3BA7"/>
    <w:rsid w:val="00AC40D4"/>
    <w:rsid w:val="00AC5F43"/>
    <w:rsid w:val="00AD21AD"/>
    <w:rsid w:val="00AD3AED"/>
    <w:rsid w:val="00AE0A2D"/>
    <w:rsid w:val="00AE2CBE"/>
    <w:rsid w:val="00AF0198"/>
    <w:rsid w:val="00B0137D"/>
    <w:rsid w:val="00B01F2F"/>
    <w:rsid w:val="00B06D71"/>
    <w:rsid w:val="00B17102"/>
    <w:rsid w:val="00B1710A"/>
    <w:rsid w:val="00B21048"/>
    <w:rsid w:val="00B270E4"/>
    <w:rsid w:val="00B34038"/>
    <w:rsid w:val="00B431FF"/>
    <w:rsid w:val="00B50745"/>
    <w:rsid w:val="00B50BE4"/>
    <w:rsid w:val="00B5275D"/>
    <w:rsid w:val="00B548C4"/>
    <w:rsid w:val="00B633CA"/>
    <w:rsid w:val="00B64798"/>
    <w:rsid w:val="00B750D1"/>
    <w:rsid w:val="00B80FEA"/>
    <w:rsid w:val="00B8355F"/>
    <w:rsid w:val="00B838BE"/>
    <w:rsid w:val="00B853BB"/>
    <w:rsid w:val="00BA54D7"/>
    <w:rsid w:val="00BB40FA"/>
    <w:rsid w:val="00BC1629"/>
    <w:rsid w:val="00BC1DD2"/>
    <w:rsid w:val="00BD03C8"/>
    <w:rsid w:val="00BD08D0"/>
    <w:rsid w:val="00BD139F"/>
    <w:rsid w:val="00BD41F2"/>
    <w:rsid w:val="00BD6463"/>
    <w:rsid w:val="00BE56A3"/>
    <w:rsid w:val="00BE6A6E"/>
    <w:rsid w:val="00BE7BA9"/>
    <w:rsid w:val="00BF068F"/>
    <w:rsid w:val="00BF1AE6"/>
    <w:rsid w:val="00BF5C6A"/>
    <w:rsid w:val="00BF7DE0"/>
    <w:rsid w:val="00BF7E1E"/>
    <w:rsid w:val="00C00C6B"/>
    <w:rsid w:val="00C00ED6"/>
    <w:rsid w:val="00C048C3"/>
    <w:rsid w:val="00C07166"/>
    <w:rsid w:val="00C11525"/>
    <w:rsid w:val="00C33650"/>
    <w:rsid w:val="00C3637F"/>
    <w:rsid w:val="00C479DE"/>
    <w:rsid w:val="00C5120B"/>
    <w:rsid w:val="00C529CE"/>
    <w:rsid w:val="00C55F55"/>
    <w:rsid w:val="00C65A85"/>
    <w:rsid w:val="00C66D91"/>
    <w:rsid w:val="00C674B0"/>
    <w:rsid w:val="00C8000E"/>
    <w:rsid w:val="00C841B5"/>
    <w:rsid w:val="00C92BD2"/>
    <w:rsid w:val="00C940DE"/>
    <w:rsid w:val="00C9637C"/>
    <w:rsid w:val="00CA77A6"/>
    <w:rsid w:val="00CB004E"/>
    <w:rsid w:val="00CB098B"/>
    <w:rsid w:val="00CB2173"/>
    <w:rsid w:val="00CB383B"/>
    <w:rsid w:val="00CC338F"/>
    <w:rsid w:val="00CC351A"/>
    <w:rsid w:val="00CD4D9F"/>
    <w:rsid w:val="00CD517A"/>
    <w:rsid w:val="00CE24C3"/>
    <w:rsid w:val="00CE3348"/>
    <w:rsid w:val="00CE5010"/>
    <w:rsid w:val="00CF3BEA"/>
    <w:rsid w:val="00CF6DD4"/>
    <w:rsid w:val="00D00396"/>
    <w:rsid w:val="00D02E8C"/>
    <w:rsid w:val="00D100BD"/>
    <w:rsid w:val="00D13E57"/>
    <w:rsid w:val="00D13E94"/>
    <w:rsid w:val="00D149D5"/>
    <w:rsid w:val="00D157CA"/>
    <w:rsid w:val="00D17E6F"/>
    <w:rsid w:val="00D17F6C"/>
    <w:rsid w:val="00D273DC"/>
    <w:rsid w:val="00D279A9"/>
    <w:rsid w:val="00D3273D"/>
    <w:rsid w:val="00D36095"/>
    <w:rsid w:val="00D4330D"/>
    <w:rsid w:val="00D45B22"/>
    <w:rsid w:val="00D51070"/>
    <w:rsid w:val="00D52255"/>
    <w:rsid w:val="00D6035C"/>
    <w:rsid w:val="00D6440D"/>
    <w:rsid w:val="00D70301"/>
    <w:rsid w:val="00D83E1A"/>
    <w:rsid w:val="00D84408"/>
    <w:rsid w:val="00D853B4"/>
    <w:rsid w:val="00D8575C"/>
    <w:rsid w:val="00D86D34"/>
    <w:rsid w:val="00D87382"/>
    <w:rsid w:val="00D9062F"/>
    <w:rsid w:val="00D9188E"/>
    <w:rsid w:val="00D93F48"/>
    <w:rsid w:val="00D965B4"/>
    <w:rsid w:val="00D9664A"/>
    <w:rsid w:val="00DA6860"/>
    <w:rsid w:val="00DD2DFF"/>
    <w:rsid w:val="00DD7295"/>
    <w:rsid w:val="00DE1520"/>
    <w:rsid w:val="00DF1D09"/>
    <w:rsid w:val="00E02834"/>
    <w:rsid w:val="00E02A4F"/>
    <w:rsid w:val="00E122CD"/>
    <w:rsid w:val="00E16107"/>
    <w:rsid w:val="00E1644E"/>
    <w:rsid w:val="00E2758F"/>
    <w:rsid w:val="00E31798"/>
    <w:rsid w:val="00E32378"/>
    <w:rsid w:val="00E414C1"/>
    <w:rsid w:val="00E460A5"/>
    <w:rsid w:val="00E6009B"/>
    <w:rsid w:val="00E61DE9"/>
    <w:rsid w:val="00E677AD"/>
    <w:rsid w:val="00E72B3A"/>
    <w:rsid w:val="00E74F92"/>
    <w:rsid w:val="00E7752C"/>
    <w:rsid w:val="00E7775D"/>
    <w:rsid w:val="00E81CA3"/>
    <w:rsid w:val="00E87EDF"/>
    <w:rsid w:val="00E87F91"/>
    <w:rsid w:val="00E96898"/>
    <w:rsid w:val="00EB6B0A"/>
    <w:rsid w:val="00EC0161"/>
    <w:rsid w:val="00EC2C5D"/>
    <w:rsid w:val="00EC3F9F"/>
    <w:rsid w:val="00EC6396"/>
    <w:rsid w:val="00EC75F5"/>
    <w:rsid w:val="00ED1B8E"/>
    <w:rsid w:val="00ED1D01"/>
    <w:rsid w:val="00EF06C0"/>
    <w:rsid w:val="00EF19AF"/>
    <w:rsid w:val="00EF6104"/>
    <w:rsid w:val="00F017C8"/>
    <w:rsid w:val="00F100CE"/>
    <w:rsid w:val="00F1050F"/>
    <w:rsid w:val="00F12312"/>
    <w:rsid w:val="00F15A32"/>
    <w:rsid w:val="00F2784C"/>
    <w:rsid w:val="00F27D43"/>
    <w:rsid w:val="00F317EC"/>
    <w:rsid w:val="00F31EB9"/>
    <w:rsid w:val="00F3264F"/>
    <w:rsid w:val="00F32E0D"/>
    <w:rsid w:val="00F33897"/>
    <w:rsid w:val="00F36D32"/>
    <w:rsid w:val="00F449B1"/>
    <w:rsid w:val="00F6127F"/>
    <w:rsid w:val="00F71263"/>
    <w:rsid w:val="00F712D4"/>
    <w:rsid w:val="00F83ACE"/>
    <w:rsid w:val="00F83C3F"/>
    <w:rsid w:val="00F85102"/>
    <w:rsid w:val="00F920A8"/>
    <w:rsid w:val="00F920F9"/>
    <w:rsid w:val="00F9595B"/>
    <w:rsid w:val="00FA1B13"/>
    <w:rsid w:val="00FB2FF8"/>
    <w:rsid w:val="00FB3E39"/>
    <w:rsid w:val="00FB438C"/>
    <w:rsid w:val="00FB7864"/>
    <w:rsid w:val="00FC0833"/>
    <w:rsid w:val="00FD180B"/>
    <w:rsid w:val="00FD5A43"/>
    <w:rsid w:val="00FE5542"/>
    <w:rsid w:val="00FE6137"/>
    <w:rsid w:val="00FF1672"/>
    <w:rsid w:val="00FF262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CFC287"/>
  <w15:docId w15:val="{9508DF5F-099A-4899-9FD8-DCBBFE36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8EC"/>
  </w:style>
  <w:style w:type="paragraph" w:styleId="Fuzeile">
    <w:name w:val="footer"/>
    <w:basedOn w:val="Standard"/>
    <w:link w:val="Fu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8E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1E0A"/>
    <w:pPr>
      <w:spacing w:after="0" w:line="240" w:lineRule="auto"/>
    </w:pPr>
  </w:style>
  <w:style w:type="character" w:styleId="Hyperlink">
    <w:name w:val="Hyperlink"/>
    <w:rsid w:val="00B548C4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0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0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0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0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0E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70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-Dokumente\Vorlagen\Pressemitteilung\wordvorlagen-pressemitteilungen\Wordvorlagen\ASC-Pressemitteilung-Ma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41E8D-3DCC-489A-82A9-DE3D539F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ASC-Pressemitteilung-Master.dotx</Template>
  <TotalTime>0</TotalTime>
  <Pages>3</Pages>
  <Words>782</Words>
  <Characters>4933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Lauw, Florian</dc:creator>
  <cp:lastModifiedBy>Truong, Klara Nhu An</cp:lastModifiedBy>
  <cp:revision>7</cp:revision>
  <cp:lastPrinted>2017-02-03T10:17:00Z</cp:lastPrinted>
  <dcterms:created xsi:type="dcterms:W3CDTF">2017-11-28T13:14:00Z</dcterms:created>
  <dcterms:modified xsi:type="dcterms:W3CDTF">2018-01-12T10:28:00Z</dcterms:modified>
</cp:coreProperties>
</file>